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217" w:rsidRPr="009E6E7B" w:rsidRDefault="00152217" w:rsidP="00CD50FF">
      <w:pPr>
        <w:ind w:firstLine="709"/>
        <w:jc w:val="center"/>
        <w:rPr>
          <w:rFonts w:ascii="Times New Roman" w:hAnsi="Times New Roman"/>
          <w:sz w:val="44"/>
          <w:szCs w:val="44"/>
        </w:rPr>
      </w:pPr>
      <w:bookmarkStart w:id="0" w:name="_GoBack"/>
    </w:p>
    <w:p w:rsidR="00152217" w:rsidRPr="009E6E7B" w:rsidRDefault="00152217" w:rsidP="00CD50FF">
      <w:pPr>
        <w:ind w:firstLine="709"/>
        <w:jc w:val="center"/>
        <w:rPr>
          <w:rFonts w:ascii="Times New Roman" w:hAnsi="Times New Roman"/>
          <w:sz w:val="44"/>
          <w:szCs w:val="44"/>
        </w:rPr>
      </w:pPr>
    </w:p>
    <w:p w:rsidR="00152217" w:rsidRPr="009E6E7B" w:rsidRDefault="00152217" w:rsidP="00CD50FF">
      <w:pPr>
        <w:ind w:firstLine="709"/>
        <w:jc w:val="center"/>
        <w:rPr>
          <w:rFonts w:ascii="Times New Roman" w:hAnsi="Times New Roman"/>
          <w:sz w:val="44"/>
          <w:szCs w:val="44"/>
        </w:rPr>
      </w:pPr>
    </w:p>
    <w:p w:rsidR="00152217" w:rsidRPr="009E6E7B" w:rsidRDefault="00152217" w:rsidP="00CD50FF">
      <w:pPr>
        <w:ind w:firstLine="709"/>
        <w:jc w:val="center"/>
        <w:rPr>
          <w:rFonts w:ascii="Times New Roman" w:hAnsi="Times New Roman"/>
          <w:sz w:val="44"/>
          <w:szCs w:val="44"/>
        </w:rPr>
      </w:pPr>
    </w:p>
    <w:p w:rsidR="00152217" w:rsidRPr="009E6E7B" w:rsidRDefault="00152217" w:rsidP="00CD50FF">
      <w:pPr>
        <w:ind w:firstLine="709"/>
        <w:jc w:val="center"/>
        <w:rPr>
          <w:rFonts w:ascii="Times New Roman" w:hAnsi="Times New Roman"/>
          <w:sz w:val="44"/>
          <w:szCs w:val="44"/>
        </w:rPr>
      </w:pPr>
    </w:p>
    <w:p w:rsidR="00152217" w:rsidRPr="007B5984" w:rsidRDefault="00152217" w:rsidP="007B5984">
      <w:pPr>
        <w:spacing w:after="0" w:line="240" w:lineRule="auto"/>
        <w:ind w:firstLine="709"/>
        <w:jc w:val="center"/>
        <w:rPr>
          <w:rFonts w:ascii="Times New Roman" w:hAnsi="Times New Roman"/>
          <w:sz w:val="36"/>
          <w:szCs w:val="36"/>
        </w:rPr>
      </w:pPr>
      <w:r w:rsidRPr="007B5984">
        <w:rPr>
          <w:rFonts w:ascii="Times New Roman" w:hAnsi="Times New Roman"/>
          <w:sz w:val="36"/>
          <w:szCs w:val="36"/>
        </w:rPr>
        <w:t>План работы тьютора</w:t>
      </w:r>
    </w:p>
    <w:p w:rsidR="00152217" w:rsidRPr="007B5984" w:rsidRDefault="00152217" w:rsidP="007B5984">
      <w:pPr>
        <w:spacing w:after="0" w:line="240" w:lineRule="auto"/>
        <w:ind w:firstLine="709"/>
        <w:jc w:val="center"/>
        <w:rPr>
          <w:rFonts w:ascii="Times New Roman" w:hAnsi="Times New Roman"/>
          <w:sz w:val="36"/>
          <w:szCs w:val="36"/>
        </w:rPr>
      </w:pPr>
      <w:r w:rsidRPr="007B5984">
        <w:rPr>
          <w:rFonts w:ascii="Times New Roman" w:hAnsi="Times New Roman"/>
          <w:sz w:val="36"/>
          <w:szCs w:val="36"/>
        </w:rPr>
        <w:t>по сопровождению ребенка с РАС</w:t>
      </w:r>
    </w:p>
    <w:p w:rsidR="00152217" w:rsidRPr="007B5984" w:rsidRDefault="00152217" w:rsidP="007B5984">
      <w:pPr>
        <w:spacing w:after="0" w:line="240" w:lineRule="auto"/>
        <w:ind w:firstLine="709"/>
        <w:jc w:val="center"/>
        <w:rPr>
          <w:rFonts w:ascii="Times New Roman" w:hAnsi="Times New Roman"/>
          <w:sz w:val="36"/>
          <w:szCs w:val="36"/>
        </w:rPr>
      </w:pPr>
      <w:r w:rsidRPr="007B5984">
        <w:rPr>
          <w:rFonts w:ascii="Times New Roman" w:hAnsi="Times New Roman"/>
          <w:sz w:val="36"/>
          <w:szCs w:val="36"/>
        </w:rPr>
        <w:t>на 20   -20   учебный год</w:t>
      </w:r>
    </w:p>
    <w:p w:rsidR="00152217" w:rsidRPr="007B5984" w:rsidRDefault="00152217" w:rsidP="007B5984">
      <w:pPr>
        <w:spacing w:after="0" w:line="240" w:lineRule="auto"/>
        <w:ind w:firstLine="709"/>
        <w:jc w:val="center"/>
        <w:rPr>
          <w:rFonts w:ascii="Times New Roman" w:hAnsi="Times New Roman"/>
          <w:sz w:val="36"/>
          <w:szCs w:val="36"/>
        </w:rPr>
      </w:pPr>
    </w:p>
    <w:p w:rsidR="00152217" w:rsidRPr="007B5984" w:rsidRDefault="00152217" w:rsidP="007B5984">
      <w:pPr>
        <w:spacing w:after="0" w:line="240" w:lineRule="auto"/>
        <w:ind w:firstLine="709"/>
        <w:jc w:val="center"/>
        <w:rPr>
          <w:rFonts w:ascii="Times New Roman" w:hAnsi="Times New Roman"/>
          <w:sz w:val="36"/>
          <w:szCs w:val="36"/>
        </w:rPr>
      </w:pPr>
      <w:r w:rsidRPr="007B5984">
        <w:rPr>
          <w:rFonts w:ascii="Times New Roman" w:hAnsi="Times New Roman"/>
          <w:sz w:val="36"/>
          <w:szCs w:val="36"/>
        </w:rPr>
        <w:t>Тьютор:</w:t>
      </w:r>
    </w:p>
    <w:p w:rsidR="00152217" w:rsidRPr="007B5984" w:rsidRDefault="00152217" w:rsidP="007B5984">
      <w:pPr>
        <w:spacing w:after="0" w:line="240" w:lineRule="auto"/>
        <w:ind w:firstLine="709"/>
        <w:jc w:val="center"/>
        <w:rPr>
          <w:rFonts w:ascii="Times New Roman" w:hAnsi="Times New Roman"/>
          <w:sz w:val="36"/>
          <w:szCs w:val="36"/>
        </w:rPr>
      </w:pPr>
      <w:r w:rsidRPr="007B5984">
        <w:rPr>
          <w:rFonts w:ascii="Times New Roman" w:hAnsi="Times New Roman"/>
          <w:sz w:val="36"/>
          <w:szCs w:val="36"/>
        </w:rPr>
        <w:t>ФИО</w:t>
      </w:r>
    </w:p>
    <w:p w:rsidR="00152217" w:rsidRPr="007B5984" w:rsidRDefault="00152217" w:rsidP="007B5984">
      <w:pPr>
        <w:spacing w:after="0" w:line="240" w:lineRule="auto"/>
        <w:ind w:firstLine="709"/>
        <w:jc w:val="center"/>
        <w:rPr>
          <w:rFonts w:ascii="Times New Roman" w:hAnsi="Times New Roman"/>
          <w:sz w:val="36"/>
          <w:szCs w:val="36"/>
        </w:rPr>
      </w:pPr>
    </w:p>
    <w:p w:rsidR="00152217" w:rsidRPr="009E6E7B" w:rsidRDefault="00152217" w:rsidP="007B5984">
      <w:pPr>
        <w:ind w:firstLine="709"/>
        <w:jc w:val="center"/>
        <w:rPr>
          <w:rFonts w:ascii="Times New Roman" w:hAnsi="Times New Roman"/>
          <w:sz w:val="44"/>
          <w:szCs w:val="44"/>
        </w:rPr>
      </w:pPr>
    </w:p>
    <w:p w:rsidR="00152217" w:rsidRPr="009E6E7B" w:rsidRDefault="00152217" w:rsidP="00CD50FF">
      <w:pPr>
        <w:ind w:firstLine="709"/>
        <w:rPr>
          <w:rFonts w:ascii="Times New Roman" w:hAnsi="Times New Roman"/>
          <w:sz w:val="24"/>
          <w:szCs w:val="24"/>
        </w:rPr>
      </w:pPr>
    </w:p>
    <w:p w:rsidR="00152217" w:rsidRPr="009E6E7B" w:rsidRDefault="00152217" w:rsidP="00CD50FF">
      <w:pPr>
        <w:ind w:firstLine="709"/>
        <w:rPr>
          <w:rFonts w:ascii="Times New Roman" w:hAnsi="Times New Roman"/>
          <w:sz w:val="24"/>
          <w:szCs w:val="24"/>
        </w:rPr>
      </w:pPr>
    </w:p>
    <w:p w:rsidR="00152217" w:rsidRPr="009E6E7B" w:rsidRDefault="00152217" w:rsidP="00CD50FF">
      <w:pPr>
        <w:ind w:firstLine="709"/>
        <w:rPr>
          <w:rFonts w:ascii="Times New Roman" w:hAnsi="Times New Roman"/>
          <w:sz w:val="24"/>
          <w:szCs w:val="24"/>
        </w:rPr>
      </w:pPr>
    </w:p>
    <w:p w:rsidR="00152217" w:rsidRPr="009E6E7B" w:rsidRDefault="00152217" w:rsidP="00CD50FF">
      <w:pPr>
        <w:ind w:firstLine="709"/>
        <w:rPr>
          <w:rFonts w:ascii="Times New Roman" w:hAnsi="Times New Roman"/>
          <w:sz w:val="24"/>
          <w:szCs w:val="24"/>
        </w:rPr>
      </w:pPr>
    </w:p>
    <w:p w:rsidR="00152217" w:rsidRDefault="00152217" w:rsidP="00CD50FF">
      <w:pPr>
        <w:ind w:firstLine="709"/>
        <w:rPr>
          <w:rFonts w:ascii="Times New Roman" w:hAnsi="Times New Roman"/>
          <w:sz w:val="24"/>
          <w:szCs w:val="24"/>
        </w:rPr>
      </w:pPr>
    </w:p>
    <w:p w:rsidR="00152217" w:rsidRDefault="00152217" w:rsidP="00CD50FF">
      <w:pPr>
        <w:ind w:firstLine="709"/>
        <w:rPr>
          <w:rFonts w:ascii="Times New Roman" w:hAnsi="Times New Roman"/>
          <w:sz w:val="24"/>
          <w:szCs w:val="24"/>
        </w:rPr>
      </w:pPr>
    </w:p>
    <w:p w:rsidR="00152217" w:rsidRDefault="00152217" w:rsidP="00CD50FF">
      <w:pPr>
        <w:ind w:firstLine="709"/>
        <w:rPr>
          <w:rFonts w:ascii="Times New Roman" w:hAnsi="Times New Roman"/>
          <w:sz w:val="24"/>
          <w:szCs w:val="24"/>
        </w:rPr>
      </w:pPr>
    </w:p>
    <w:p w:rsidR="00152217" w:rsidRDefault="00152217" w:rsidP="00CD50FF">
      <w:pPr>
        <w:ind w:firstLine="709"/>
        <w:rPr>
          <w:rFonts w:ascii="Times New Roman" w:hAnsi="Times New Roman"/>
          <w:sz w:val="24"/>
          <w:szCs w:val="24"/>
        </w:rPr>
      </w:pPr>
    </w:p>
    <w:p w:rsidR="00152217" w:rsidRDefault="00152217" w:rsidP="00CD50FF">
      <w:pPr>
        <w:ind w:firstLine="709"/>
        <w:rPr>
          <w:rFonts w:ascii="Times New Roman" w:hAnsi="Times New Roman"/>
          <w:sz w:val="24"/>
          <w:szCs w:val="24"/>
        </w:rPr>
      </w:pPr>
    </w:p>
    <w:p w:rsidR="00152217" w:rsidRDefault="00152217" w:rsidP="00CD50FF">
      <w:pPr>
        <w:ind w:firstLine="709"/>
        <w:rPr>
          <w:rFonts w:ascii="Times New Roman" w:hAnsi="Times New Roman"/>
          <w:sz w:val="24"/>
          <w:szCs w:val="24"/>
        </w:rPr>
      </w:pPr>
    </w:p>
    <w:p w:rsidR="00152217" w:rsidRDefault="00152217" w:rsidP="00CD50FF">
      <w:pPr>
        <w:ind w:firstLine="709"/>
        <w:rPr>
          <w:rFonts w:ascii="Times New Roman" w:hAnsi="Times New Roman"/>
          <w:sz w:val="24"/>
          <w:szCs w:val="24"/>
        </w:rPr>
      </w:pPr>
    </w:p>
    <w:p w:rsidR="00152217" w:rsidRDefault="00152217" w:rsidP="00CD50FF">
      <w:pPr>
        <w:ind w:firstLine="709"/>
        <w:rPr>
          <w:rFonts w:ascii="Times New Roman" w:hAnsi="Times New Roman"/>
          <w:sz w:val="24"/>
          <w:szCs w:val="24"/>
        </w:rPr>
      </w:pPr>
    </w:p>
    <w:p w:rsidR="00152217" w:rsidRPr="009E6E7B" w:rsidRDefault="00152217" w:rsidP="00CD50FF">
      <w:pPr>
        <w:ind w:firstLine="709"/>
        <w:rPr>
          <w:rFonts w:ascii="Times New Roman" w:hAnsi="Times New Roman"/>
          <w:sz w:val="24"/>
          <w:szCs w:val="24"/>
        </w:rPr>
      </w:pPr>
    </w:p>
    <w:p w:rsidR="00152217" w:rsidRPr="009E6E7B" w:rsidRDefault="00152217" w:rsidP="007D71F0">
      <w:pPr>
        <w:shd w:val="clear" w:color="auto" w:fill="FFFFFF"/>
        <w:spacing w:after="15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E6E7B">
        <w:rPr>
          <w:rFonts w:ascii="Times New Roman" w:hAnsi="Times New Roman"/>
          <w:b/>
          <w:bCs/>
          <w:sz w:val="24"/>
          <w:szCs w:val="24"/>
          <w:lang w:eastAsia="ru-RU"/>
        </w:rPr>
        <w:t>Цель работы тьютора</w:t>
      </w:r>
      <w:r w:rsidRPr="009E6E7B">
        <w:rPr>
          <w:rFonts w:ascii="Times New Roman" w:hAnsi="Times New Roman"/>
          <w:sz w:val="24"/>
          <w:szCs w:val="24"/>
          <w:lang w:eastAsia="ru-RU"/>
        </w:rPr>
        <w:t>: индивидуальное сопровождение учащихся ресурсного класса в образовательном процессе, успешное включение каждого ребенка с ОВЗ в среду образовательного учреждения.</w:t>
      </w:r>
    </w:p>
    <w:p w:rsidR="00152217" w:rsidRPr="009E6E7B" w:rsidRDefault="00152217" w:rsidP="007D71F0">
      <w:pPr>
        <w:shd w:val="clear" w:color="auto" w:fill="FFFFFF"/>
        <w:spacing w:after="15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E6E7B">
        <w:rPr>
          <w:rFonts w:ascii="Times New Roman" w:hAnsi="Times New Roman"/>
          <w:b/>
          <w:bCs/>
          <w:sz w:val="24"/>
          <w:szCs w:val="24"/>
          <w:lang w:eastAsia="ru-RU"/>
        </w:rPr>
        <w:t>Задачи:</w:t>
      </w:r>
      <w:r w:rsidRPr="009E6E7B">
        <w:rPr>
          <w:rFonts w:ascii="Times New Roman" w:hAnsi="Times New Roman"/>
          <w:sz w:val="24"/>
          <w:szCs w:val="24"/>
          <w:lang w:eastAsia="ru-RU"/>
        </w:rPr>
        <w:t>1. Создание комфортных условий для нахождения в школе: конкретная помощь и организация доступа в школу, в класс; организация рабочего места, места отдыха и других мест, где бывает ребенок с ОВЗ; особый режим, временная организация образовательной среды в соответствии с реальными возможностями ребенка.</w:t>
      </w:r>
    </w:p>
    <w:p w:rsidR="00152217" w:rsidRPr="009E6E7B" w:rsidRDefault="00152217" w:rsidP="007D71F0">
      <w:pPr>
        <w:shd w:val="clear" w:color="auto" w:fill="FFFFFF"/>
        <w:spacing w:after="15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E6E7B">
        <w:rPr>
          <w:rFonts w:ascii="Times New Roman" w:hAnsi="Times New Roman"/>
          <w:sz w:val="24"/>
          <w:szCs w:val="24"/>
          <w:lang w:eastAsia="ru-RU"/>
        </w:rPr>
        <w:t>2. Социализация – включение ребёнка в среду сверстников, в жизнь класса, школы, формирование положительных межличностных отношений в коллективе.</w:t>
      </w:r>
    </w:p>
    <w:p w:rsidR="00152217" w:rsidRPr="009E6E7B" w:rsidRDefault="00152217" w:rsidP="007D71F0">
      <w:pPr>
        <w:shd w:val="clear" w:color="auto" w:fill="FFFFFF"/>
        <w:spacing w:after="15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E6E7B">
        <w:rPr>
          <w:rFonts w:ascii="Times New Roman" w:hAnsi="Times New Roman"/>
          <w:sz w:val="24"/>
          <w:szCs w:val="24"/>
          <w:lang w:eastAsia="ru-RU"/>
        </w:rPr>
        <w:t>3. Помощь в усвоении соответствующих общеобразовательных программ, преодоление затруднений в обучении. При необходимости адаптация программы и учебного материала, с опорой на зоны ближайшего развития ребенка, его ресурсы, учитывая индивидуальные физические, психические особенности.</w:t>
      </w:r>
    </w:p>
    <w:p w:rsidR="00152217" w:rsidRPr="009E6E7B" w:rsidRDefault="00152217" w:rsidP="007D71F0">
      <w:pPr>
        <w:shd w:val="clear" w:color="auto" w:fill="FFFFFF"/>
        <w:spacing w:after="15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E6E7B">
        <w:rPr>
          <w:rFonts w:ascii="Times New Roman" w:hAnsi="Times New Roman"/>
          <w:sz w:val="24"/>
          <w:szCs w:val="24"/>
          <w:lang w:eastAsia="ru-RU"/>
        </w:rPr>
        <w:t>4. Организация, при необходимости, сопровождения другими специалистами. Обеспечение преемственности и последовательности разных специалистов в работе с ребенком.</w:t>
      </w:r>
    </w:p>
    <w:p w:rsidR="00152217" w:rsidRPr="009E6E7B" w:rsidRDefault="00152217" w:rsidP="007D71F0">
      <w:pPr>
        <w:shd w:val="clear" w:color="auto" w:fill="FFFFFF"/>
        <w:spacing w:after="15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E6E7B">
        <w:rPr>
          <w:rFonts w:ascii="Times New Roman" w:hAnsi="Times New Roman"/>
          <w:sz w:val="24"/>
          <w:szCs w:val="24"/>
          <w:lang w:eastAsia="ru-RU"/>
        </w:rPr>
        <w:t>5. Осуществление взаимодействия с родителями, включение родителей в процесс обучения.</w:t>
      </w:r>
    </w:p>
    <w:p w:rsidR="00152217" w:rsidRPr="009E6E7B" w:rsidRDefault="00152217" w:rsidP="007D71F0">
      <w:pPr>
        <w:numPr>
          <w:ilvl w:val="0"/>
          <w:numId w:val="2"/>
        </w:numPr>
        <w:shd w:val="clear" w:color="auto" w:fill="FFFFFF"/>
        <w:spacing w:after="15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E6E7B">
        <w:rPr>
          <w:rFonts w:ascii="Times New Roman" w:hAnsi="Times New Roman"/>
          <w:sz w:val="24"/>
          <w:szCs w:val="24"/>
          <w:lang w:eastAsia="ru-RU"/>
        </w:rPr>
        <w:t>Формирование у родителей адекватного отношения к своему ребёнку, установки на сотрудничество и умения принять ответственность в процессе анализа проблем ребёнка, реализации стратегии помощи;</w:t>
      </w:r>
    </w:p>
    <w:p w:rsidR="00152217" w:rsidRPr="009E6E7B" w:rsidRDefault="00152217" w:rsidP="007D71F0">
      <w:pPr>
        <w:numPr>
          <w:ilvl w:val="0"/>
          <w:numId w:val="2"/>
        </w:numPr>
        <w:shd w:val="clear" w:color="auto" w:fill="FFFFFF"/>
        <w:spacing w:after="15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E6E7B">
        <w:rPr>
          <w:rFonts w:ascii="Times New Roman" w:hAnsi="Times New Roman"/>
          <w:sz w:val="24"/>
          <w:szCs w:val="24"/>
          <w:lang w:eastAsia="ru-RU"/>
        </w:rPr>
        <w:t>Оказание родителям эмоциональной поддержки;</w:t>
      </w:r>
    </w:p>
    <w:p w:rsidR="00152217" w:rsidRPr="009E6E7B" w:rsidRDefault="00152217" w:rsidP="007D71F0">
      <w:pPr>
        <w:numPr>
          <w:ilvl w:val="0"/>
          <w:numId w:val="2"/>
        </w:numPr>
        <w:shd w:val="clear" w:color="auto" w:fill="FFFFFF"/>
        <w:spacing w:after="15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E6E7B">
        <w:rPr>
          <w:rFonts w:ascii="Times New Roman" w:hAnsi="Times New Roman"/>
          <w:sz w:val="24"/>
          <w:szCs w:val="24"/>
          <w:lang w:eastAsia="ru-RU"/>
        </w:rPr>
        <w:t>Содействие родителям в получении информации об особенностях развития ребёнка, прогноза развития.</w:t>
      </w:r>
    </w:p>
    <w:p w:rsidR="00152217" w:rsidRPr="009E6E7B" w:rsidRDefault="00152217" w:rsidP="007B5984">
      <w:pPr>
        <w:shd w:val="clear" w:color="auto" w:fill="FFFFFF"/>
        <w:spacing w:after="15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E6E7B">
        <w:rPr>
          <w:rFonts w:ascii="Times New Roman" w:hAnsi="Times New Roman"/>
          <w:sz w:val="24"/>
          <w:szCs w:val="24"/>
          <w:lang w:eastAsia="ru-RU"/>
        </w:rPr>
        <w:t>6. Оценка результатов деятельности, отслеживание положительной динамики в деятельности ребенка с ОВЗ.</w:t>
      </w:r>
    </w:p>
    <w:p w:rsidR="00152217" w:rsidRPr="009E6E7B" w:rsidRDefault="00152217" w:rsidP="007D71F0">
      <w:pPr>
        <w:shd w:val="clear" w:color="auto" w:fill="FFFFFF"/>
        <w:spacing w:after="15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E6E7B">
        <w:rPr>
          <w:rFonts w:ascii="Times New Roman" w:hAnsi="Times New Roman"/>
          <w:b/>
          <w:bCs/>
          <w:sz w:val="24"/>
          <w:szCs w:val="24"/>
          <w:lang w:eastAsia="ru-RU"/>
        </w:rPr>
        <w:t>Функции тьютора:</w:t>
      </w:r>
    </w:p>
    <w:p w:rsidR="00152217" w:rsidRPr="009E6E7B" w:rsidRDefault="00152217" w:rsidP="007D71F0">
      <w:pPr>
        <w:shd w:val="clear" w:color="auto" w:fill="FFFFFF"/>
        <w:spacing w:after="15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E6E7B">
        <w:rPr>
          <w:rFonts w:ascii="Times New Roman" w:hAnsi="Times New Roman"/>
          <w:sz w:val="24"/>
          <w:szCs w:val="24"/>
          <w:lang w:eastAsia="ru-RU"/>
        </w:rPr>
        <w:t>1. Диагностическая: сбор данных об индивидуальных особенностях воспитанников, их интересах, склонностях, мотивах, сильных и слабых сторонах, психофизическом и соматическом состоянии, социальном окружении и др.</w:t>
      </w:r>
    </w:p>
    <w:p w:rsidR="00152217" w:rsidRPr="009E6E7B" w:rsidRDefault="00152217" w:rsidP="007D71F0">
      <w:pPr>
        <w:shd w:val="clear" w:color="auto" w:fill="FFFFFF"/>
        <w:spacing w:after="15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E6E7B">
        <w:rPr>
          <w:rFonts w:ascii="Times New Roman" w:hAnsi="Times New Roman"/>
          <w:sz w:val="24"/>
          <w:szCs w:val="24"/>
          <w:lang w:eastAsia="ru-RU"/>
        </w:rPr>
        <w:t>Оценка результатов деятельности, отслеживание динамики в развитии детей с ОВЗ.</w:t>
      </w:r>
    </w:p>
    <w:p w:rsidR="00152217" w:rsidRPr="009E6E7B" w:rsidRDefault="00152217" w:rsidP="007D71F0">
      <w:pPr>
        <w:shd w:val="clear" w:color="auto" w:fill="FFFFFF"/>
        <w:spacing w:after="15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E6E7B">
        <w:rPr>
          <w:rFonts w:ascii="Times New Roman" w:hAnsi="Times New Roman"/>
          <w:sz w:val="24"/>
          <w:szCs w:val="24"/>
          <w:lang w:eastAsia="ru-RU"/>
        </w:rPr>
        <w:t>2. Проективная: выявление возможностей и ресурсов для преодоления имеющихся у учащихся психолого-педагогических проблем, разработка средств и процедур тьюторского сопровождения в образовательном процессе, составление индивидуального маршрута сопровождения , индивидуальных программ развития.</w:t>
      </w:r>
    </w:p>
    <w:p w:rsidR="00152217" w:rsidRPr="009E6E7B" w:rsidRDefault="00152217" w:rsidP="007D71F0">
      <w:pPr>
        <w:shd w:val="clear" w:color="auto" w:fill="FFFFFF"/>
        <w:spacing w:after="15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E6E7B">
        <w:rPr>
          <w:rFonts w:ascii="Times New Roman" w:hAnsi="Times New Roman"/>
          <w:sz w:val="24"/>
          <w:szCs w:val="24"/>
          <w:lang w:eastAsia="ru-RU"/>
        </w:rPr>
        <w:t>3. Реализационная: оказание помощи в ориентации и включении в образовательное пространство и поддержки при решении возникающих затруднений и проблем, включение в образовательных маршрут всех необходимых для воспитанника служб и специалистов школы- интерната.</w:t>
      </w:r>
    </w:p>
    <w:p w:rsidR="00152217" w:rsidRPr="009E6E7B" w:rsidRDefault="00152217" w:rsidP="007D71F0">
      <w:pPr>
        <w:shd w:val="clear" w:color="auto" w:fill="FFFFFF"/>
        <w:spacing w:after="15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E6E7B">
        <w:rPr>
          <w:rFonts w:ascii="Times New Roman" w:hAnsi="Times New Roman"/>
          <w:sz w:val="24"/>
          <w:szCs w:val="24"/>
          <w:lang w:eastAsia="ru-RU"/>
        </w:rPr>
        <w:t>4. Аналитическая: Оценка результатов деятельности, отслеживание положительной динамики в деятельности ребенка с «ОВЗ»</w:t>
      </w:r>
    </w:p>
    <w:p w:rsidR="00152217" w:rsidRDefault="00152217" w:rsidP="007D71F0">
      <w:pPr>
        <w:shd w:val="clear" w:color="auto" w:fill="FFFFFF"/>
        <w:spacing w:after="15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152217" w:rsidRPr="009E6E7B" w:rsidRDefault="00152217" w:rsidP="007D71F0">
      <w:pPr>
        <w:shd w:val="clear" w:color="auto" w:fill="FFFFFF"/>
        <w:spacing w:after="15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152217" w:rsidRPr="009E6E7B" w:rsidRDefault="00152217" w:rsidP="007D71F0">
      <w:pPr>
        <w:shd w:val="clear" w:color="auto" w:fill="FFFFFF"/>
        <w:spacing w:after="15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9E6E7B">
        <w:rPr>
          <w:rFonts w:ascii="Times New Roman" w:hAnsi="Times New Roman"/>
          <w:b/>
          <w:bCs/>
          <w:sz w:val="24"/>
          <w:szCs w:val="24"/>
          <w:lang w:eastAsia="ru-RU"/>
        </w:rPr>
        <w:t>Организация деятельности тьютора</w:t>
      </w:r>
    </w:p>
    <w:p w:rsidR="00152217" w:rsidRPr="009E6E7B" w:rsidRDefault="00152217" w:rsidP="007D71F0">
      <w:pPr>
        <w:shd w:val="clear" w:color="auto" w:fill="FFFFFF"/>
        <w:spacing w:after="15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9E6E7B">
        <w:rPr>
          <w:rFonts w:ascii="Times New Roman" w:hAnsi="Times New Roman"/>
          <w:sz w:val="24"/>
          <w:szCs w:val="24"/>
          <w:lang w:eastAsia="ru-RU"/>
        </w:rPr>
        <w:t xml:space="preserve">«Основные направления работы тьютора в организации условий для формирования гармоничных отношений подопечного ребенка  с социумом школы №  </w:t>
      </w:r>
      <w:smartTag w:uri="urn:schemas-microsoft-com:office:smarttags" w:element="metricconverter">
        <w:smartTagPr>
          <w:attr w:name="ProductID" w:val="43 г"/>
        </w:smartTagPr>
        <w:r w:rsidRPr="009E6E7B">
          <w:rPr>
            <w:rFonts w:ascii="Times New Roman" w:hAnsi="Times New Roman"/>
            <w:sz w:val="24"/>
            <w:szCs w:val="24"/>
            <w:lang w:eastAsia="ru-RU"/>
          </w:rPr>
          <w:t>43 г</w:t>
        </w:r>
      </w:smartTag>
      <w:r w:rsidRPr="009E6E7B">
        <w:rPr>
          <w:rFonts w:ascii="Times New Roman" w:hAnsi="Times New Roman"/>
          <w:sz w:val="24"/>
          <w:szCs w:val="24"/>
          <w:lang w:eastAsia="ru-RU"/>
        </w:rPr>
        <w:t>. Белгорода».</w:t>
      </w:r>
    </w:p>
    <w:tbl>
      <w:tblPr>
        <w:tblW w:w="9360" w:type="dxa"/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2001"/>
        <w:gridCol w:w="7359"/>
      </w:tblGrid>
      <w:tr w:rsidR="00152217" w:rsidRPr="0082227D" w:rsidTr="009A1AC6">
        <w:tc>
          <w:tcPr>
            <w:tcW w:w="190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2217" w:rsidRPr="009E6E7B" w:rsidRDefault="00152217" w:rsidP="009A1A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6E7B">
              <w:rPr>
                <w:rFonts w:ascii="Times New Roman" w:hAnsi="Times New Roman"/>
                <w:sz w:val="24"/>
                <w:szCs w:val="24"/>
                <w:lang w:eastAsia="ru-RU"/>
              </w:rPr>
              <w:t>Тьютор</w:t>
            </w:r>
          </w:p>
          <w:p w:rsidR="00152217" w:rsidRPr="009E6E7B" w:rsidRDefault="00152217" w:rsidP="009A1AC6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6E7B">
              <w:rPr>
                <w:rFonts w:ascii="Times New Roman" w:hAnsi="Times New Roman"/>
                <w:sz w:val="24"/>
                <w:szCs w:val="24"/>
                <w:lang w:eastAsia="ru-RU"/>
              </w:rPr>
              <w:t>и подопечный</w:t>
            </w:r>
          </w:p>
        </w:tc>
        <w:tc>
          <w:tcPr>
            <w:tcW w:w="7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2217" w:rsidRPr="009E6E7B" w:rsidRDefault="00152217" w:rsidP="009A1A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6E7B">
              <w:rPr>
                <w:rFonts w:ascii="Times New Roman" w:hAnsi="Times New Roman"/>
                <w:sz w:val="24"/>
                <w:szCs w:val="24"/>
                <w:lang w:eastAsia="ru-RU"/>
              </w:rPr>
              <w:t>Тьютор:</w:t>
            </w:r>
          </w:p>
        </w:tc>
      </w:tr>
      <w:tr w:rsidR="00152217" w:rsidRPr="0082227D" w:rsidTr="009A1AC6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152217" w:rsidRPr="009E6E7B" w:rsidRDefault="00152217" w:rsidP="009A1A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2217" w:rsidRPr="009E6E7B" w:rsidRDefault="00152217" w:rsidP="007D71F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6E7B">
              <w:rPr>
                <w:rFonts w:ascii="Times New Roman" w:hAnsi="Times New Roman"/>
                <w:sz w:val="24"/>
                <w:szCs w:val="24"/>
                <w:lang w:eastAsia="ru-RU"/>
              </w:rPr>
              <w:t>формирует доверительные и эмоционально насыщенные отношения с подопечным ребенком , в начале работы становится «проводником», защитником, выразителем желаний и вместе с тем – организующей и гармонизирующей силой;</w:t>
            </w:r>
          </w:p>
          <w:p w:rsidR="00152217" w:rsidRPr="009E6E7B" w:rsidRDefault="00152217" w:rsidP="007D71F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6E7B">
              <w:rPr>
                <w:rFonts w:ascii="Times New Roman" w:hAnsi="Times New Roman"/>
                <w:sz w:val="24"/>
                <w:szCs w:val="24"/>
                <w:lang w:eastAsia="ru-RU"/>
              </w:rPr>
              <w:t>следит за состоянием ребенка – </w:t>
            </w:r>
            <w:r w:rsidRPr="009E6E7B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эмоциональным</w:t>
            </w:r>
            <w:r w:rsidRPr="009E6E7B">
              <w:rPr>
                <w:rFonts w:ascii="Times New Roman" w:hAnsi="Times New Roman"/>
                <w:sz w:val="24"/>
                <w:szCs w:val="24"/>
                <w:lang w:eastAsia="ru-RU"/>
              </w:rPr>
              <w:t> (помогает разрешить конфликтные ситуации, успокаивает, воодушевляет и т.п.) и </w:t>
            </w:r>
            <w:r w:rsidRPr="009E6E7B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физическим</w:t>
            </w:r>
            <w:r w:rsidRPr="009E6E7B">
              <w:rPr>
                <w:rFonts w:ascii="Times New Roman" w:hAnsi="Times New Roman"/>
                <w:sz w:val="24"/>
                <w:szCs w:val="24"/>
                <w:lang w:eastAsia="ru-RU"/>
              </w:rPr>
              <w:t> (если подопечному нужно отдохнуть – может вывести его из класса в игровую комнату; следит, чтобы ребенок не был голоден, при необходимости помогает сходить в туалет);</w:t>
            </w:r>
          </w:p>
          <w:p w:rsidR="00152217" w:rsidRPr="009E6E7B" w:rsidRDefault="00152217" w:rsidP="007D71F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6E7B">
              <w:rPr>
                <w:rFonts w:ascii="Times New Roman" w:hAnsi="Times New Roman"/>
                <w:sz w:val="24"/>
                <w:szCs w:val="24"/>
                <w:lang w:eastAsia="ru-RU"/>
              </w:rPr>
              <w:t>координирует общую деятельность ученика, дозирует учебную нагрузку.</w:t>
            </w:r>
          </w:p>
        </w:tc>
      </w:tr>
      <w:tr w:rsidR="00152217" w:rsidRPr="0082227D" w:rsidTr="009A1AC6">
        <w:tc>
          <w:tcPr>
            <w:tcW w:w="190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2217" w:rsidRPr="009E6E7B" w:rsidRDefault="00152217" w:rsidP="009A1A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6E7B">
              <w:rPr>
                <w:rFonts w:ascii="Times New Roman" w:hAnsi="Times New Roman"/>
                <w:sz w:val="24"/>
                <w:szCs w:val="24"/>
                <w:lang w:eastAsia="ru-RU"/>
              </w:rPr>
              <w:t>Тьютор</w:t>
            </w:r>
          </w:p>
          <w:p w:rsidR="00152217" w:rsidRPr="009E6E7B" w:rsidRDefault="00152217" w:rsidP="009A1A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6E7B">
              <w:rPr>
                <w:rFonts w:ascii="Times New Roman" w:hAnsi="Times New Roman"/>
                <w:sz w:val="24"/>
                <w:szCs w:val="24"/>
                <w:lang w:eastAsia="ru-RU"/>
              </w:rPr>
              <w:t>и учитель (учителя) класса</w:t>
            </w:r>
          </w:p>
        </w:tc>
        <w:tc>
          <w:tcPr>
            <w:tcW w:w="7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2217" w:rsidRPr="009E6E7B" w:rsidRDefault="00152217" w:rsidP="009A1A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6E7B">
              <w:rPr>
                <w:rFonts w:ascii="Times New Roman" w:hAnsi="Times New Roman"/>
                <w:sz w:val="24"/>
                <w:szCs w:val="24"/>
                <w:lang w:eastAsia="ru-RU"/>
              </w:rPr>
              <w:t>Тьютор обсуждает с учителем:</w:t>
            </w:r>
          </w:p>
        </w:tc>
      </w:tr>
      <w:tr w:rsidR="00152217" w:rsidRPr="0082227D" w:rsidTr="009A1AC6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152217" w:rsidRPr="009E6E7B" w:rsidRDefault="00152217" w:rsidP="009A1A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2217" w:rsidRPr="009E6E7B" w:rsidRDefault="00152217" w:rsidP="007D71F0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6E7B">
              <w:rPr>
                <w:rFonts w:ascii="Times New Roman" w:hAnsi="Times New Roman"/>
                <w:sz w:val="24"/>
                <w:szCs w:val="24"/>
                <w:lang w:eastAsia="ru-RU"/>
              </w:rPr>
              <w:t>цели и задачи своей работы;</w:t>
            </w:r>
          </w:p>
          <w:p w:rsidR="00152217" w:rsidRPr="009E6E7B" w:rsidRDefault="00152217" w:rsidP="007D71F0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6E7B">
              <w:rPr>
                <w:rFonts w:ascii="Times New Roman" w:hAnsi="Times New Roman"/>
                <w:sz w:val="24"/>
                <w:szCs w:val="24"/>
                <w:lang w:eastAsia="ru-RU"/>
              </w:rPr>
              <w:t>возможные трудности (посторонний шум во время переговоров тьютора и подопечного), уходы с урока и возвращение, особенности характера и специфику поведенческих проявлений ребенка;</w:t>
            </w:r>
          </w:p>
          <w:p w:rsidR="00152217" w:rsidRPr="009E6E7B" w:rsidRDefault="00152217" w:rsidP="007D71F0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6E7B">
              <w:rPr>
                <w:rFonts w:ascii="Times New Roman" w:hAnsi="Times New Roman"/>
                <w:sz w:val="24"/>
                <w:szCs w:val="24"/>
                <w:lang w:eastAsia="ru-RU"/>
              </w:rPr>
              <w:t>каким образом наиболее эффективно выстроить взаимодействие в тройке: ребенок – учитель – тьютор.</w:t>
            </w:r>
          </w:p>
        </w:tc>
      </w:tr>
      <w:tr w:rsidR="00152217" w:rsidRPr="0082227D" w:rsidTr="009A1AC6">
        <w:tc>
          <w:tcPr>
            <w:tcW w:w="190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2217" w:rsidRPr="009E6E7B" w:rsidRDefault="00152217" w:rsidP="009A1A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6E7B">
              <w:rPr>
                <w:rFonts w:ascii="Times New Roman" w:hAnsi="Times New Roman"/>
                <w:sz w:val="24"/>
                <w:szCs w:val="24"/>
                <w:lang w:eastAsia="ru-RU"/>
              </w:rPr>
              <w:t>Тьютор и</w:t>
            </w:r>
          </w:p>
          <w:p w:rsidR="00152217" w:rsidRPr="009E6E7B" w:rsidRDefault="00152217" w:rsidP="009A1AC6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6E7B">
              <w:rPr>
                <w:rFonts w:ascii="Times New Roman" w:hAnsi="Times New Roman"/>
                <w:sz w:val="24"/>
                <w:szCs w:val="24"/>
                <w:lang w:eastAsia="ru-RU"/>
              </w:rPr>
              <w:t>другие дети</w:t>
            </w:r>
          </w:p>
        </w:tc>
        <w:tc>
          <w:tcPr>
            <w:tcW w:w="7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2217" w:rsidRPr="009E6E7B" w:rsidRDefault="00152217" w:rsidP="009A1A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6E7B">
              <w:rPr>
                <w:rFonts w:ascii="Times New Roman" w:hAnsi="Times New Roman"/>
                <w:sz w:val="24"/>
                <w:szCs w:val="24"/>
                <w:lang w:eastAsia="ru-RU"/>
              </w:rPr>
              <w:t>Тьютор:</w:t>
            </w:r>
          </w:p>
        </w:tc>
      </w:tr>
      <w:tr w:rsidR="00152217" w:rsidRPr="0082227D" w:rsidTr="009A1AC6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152217" w:rsidRPr="009E6E7B" w:rsidRDefault="00152217" w:rsidP="009A1A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2217" w:rsidRPr="009E6E7B" w:rsidRDefault="00152217" w:rsidP="007D71F0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6E7B">
              <w:rPr>
                <w:rFonts w:ascii="Times New Roman" w:hAnsi="Times New Roman"/>
                <w:sz w:val="24"/>
                <w:szCs w:val="24"/>
                <w:lang w:eastAsia="ru-RU"/>
              </w:rPr>
              <w:t>следит за тем, что происходит в детском коллективе – о чем дети говорят, во что играют;</w:t>
            </w:r>
          </w:p>
          <w:p w:rsidR="00152217" w:rsidRPr="009E6E7B" w:rsidRDefault="00152217" w:rsidP="007D71F0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6E7B">
              <w:rPr>
                <w:rFonts w:ascii="Times New Roman" w:hAnsi="Times New Roman"/>
                <w:sz w:val="24"/>
                <w:szCs w:val="24"/>
                <w:lang w:eastAsia="ru-RU"/>
              </w:rPr>
              <w:t>объясняет детям, как общаться с их одноклассником;</w:t>
            </w:r>
          </w:p>
          <w:p w:rsidR="00152217" w:rsidRPr="009E6E7B" w:rsidRDefault="00152217" w:rsidP="007D71F0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6E7B">
              <w:rPr>
                <w:rFonts w:ascii="Times New Roman" w:hAnsi="Times New Roman"/>
                <w:sz w:val="24"/>
                <w:szCs w:val="24"/>
                <w:lang w:eastAsia="ru-RU"/>
              </w:rPr>
              <w:t>если тема разговора касается особенностей подопечного – отвечает на вопросы.</w:t>
            </w:r>
          </w:p>
        </w:tc>
      </w:tr>
      <w:tr w:rsidR="00152217" w:rsidRPr="0082227D" w:rsidTr="009A1AC6">
        <w:tc>
          <w:tcPr>
            <w:tcW w:w="190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2217" w:rsidRPr="009E6E7B" w:rsidRDefault="00152217" w:rsidP="009A1A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6E7B">
              <w:rPr>
                <w:rFonts w:ascii="Times New Roman" w:hAnsi="Times New Roman"/>
                <w:sz w:val="24"/>
                <w:szCs w:val="24"/>
                <w:lang w:eastAsia="ru-RU"/>
              </w:rPr>
              <w:t>Тьютор и</w:t>
            </w:r>
          </w:p>
          <w:p w:rsidR="00152217" w:rsidRPr="009E6E7B" w:rsidRDefault="00152217" w:rsidP="009A1AC6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6E7B">
              <w:rPr>
                <w:rFonts w:ascii="Times New Roman" w:hAnsi="Times New Roman"/>
                <w:sz w:val="24"/>
                <w:szCs w:val="24"/>
                <w:lang w:eastAsia="ru-RU"/>
              </w:rPr>
              <w:t>родители</w:t>
            </w:r>
          </w:p>
        </w:tc>
        <w:tc>
          <w:tcPr>
            <w:tcW w:w="7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2217" w:rsidRPr="009E6E7B" w:rsidRDefault="00152217" w:rsidP="009A1A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6E7B">
              <w:rPr>
                <w:rFonts w:ascii="Times New Roman" w:hAnsi="Times New Roman"/>
                <w:sz w:val="24"/>
                <w:szCs w:val="24"/>
                <w:lang w:eastAsia="ru-RU"/>
              </w:rPr>
              <w:t>Тьютор:</w:t>
            </w:r>
          </w:p>
        </w:tc>
      </w:tr>
      <w:tr w:rsidR="00152217" w:rsidRPr="0082227D" w:rsidTr="009A1AC6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152217" w:rsidRPr="009E6E7B" w:rsidRDefault="00152217" w:rsidP="009A1A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2217" w:rsidRPr="009E6E7B" w:rsidRDefault="00152217" w:rsidP="007D71F0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6E7B">
              <w:rPr>
                <w:rFonts w:ascii="Times New Roman" w:hAnsi="Times New Roman"/>
                <w:sz w:val="24"/>
                <w:szCs w:val="24"/>
                <w:lang w:eastAsia="ru-RU"/>
              </w:rPr>
              <w:t>рассказывает родителям подопечного о том, как прошел день, что удалось, какие были трудности;</w:t>
            </w:r>
          </w:p>
          <w:p w:rsidR="00152217" w:rsidRPr="009E6E7B" w:rsidRDefault="00152217" w:rsidP="007D71F0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6E7B">
              <w:rPr>
                <w:rFonts w:ascii="Times New Roman" w:hAnsi="Times New Roman"/>
                <w:sz w:val="24"/>
                <w:szCs w:val="24"/>
                <w:lang w:eastAsia="ru-RU"/>
              </w:rPr>
              <w:t>отвечает на вопросы родителей.</w:t>
            </w:r>
          </w:p>
        </w:tc>
      </w:tr>
      <w:tr w:rsidR="00152217" w:rsidRPr="0082227D" w:rsidTr="009A1AC6">
        <w:tc>
          <w:tcPr>
            <w:tcW w:w="19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2217" w:rsidRPr="009E6E7B" w:rsidRDefault="00152217" w:rsidP="009A1A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6E7B">
              <w:rPr>
                <w:rFonts w:ascii="Times New Roman" w:hAnsi="Times New Roman"/>
                <w:sz w:val="24"/>
                <w:szCs w:val="24"/>
                <w:lang w:eastAsia="ru-RU"/>
              </w:rPr>
              <w:t>Тьютор и другие специалисты       (логопед, соцпедагог, медицинские работники, психолог и др.)</w:t>
            </w:r>
          </w:p>
        </w:tc>
        <w:tc>
          <w:tcPr>
            <w:tcW w:w="7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2217" w:rsidRPr="009E6E7B" w:rsidRDefault="00152217" w:rsidP="007D71F0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6E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вносит предложения по оптимизации работы с ребенком </w:t>
            </w:r>
          </w:p>
          <w:p w:rsidR="00152217" w:rsidRPr="009E6E7B" w:rsidRDefault="00152217" w:rsidP="007D71F0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6E7B">
              <w:rPr>
                <w:rFonts w:ascii="Times New Roman" w:hAnsi="Times New Roman"/>
                <w:sz w:val="24"/>
                <w:szCs w:val="24"/>
                <w:lang w:eastAsia="ru-RU"/>
              </w:rPr>
              <w:t>помогает в составлении индивидуальных программ;</w:t>
            </w:r>
          </w:p>
          <w:p w:rsidR="00152217" w:rsidRPr="009E6E7B" w:rsidRDefault="00152217" w:rsidP="007D71F0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6E7B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осуществляет помощь при проведении занятий (адаптация задания для учащегося, помощь ребенку  в ориентировании в задании и др.)</w:t>
            </w:r>
          </w:p>
        </w:tc>
      </w:tr>
    </w:tbl>
    <w:p w:rsidR="00152217" w:rsidRPr="009E6E7B" w:rsidRDefault="00152217" w:rsidP="007D71F0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E6E7B">
        <w:rPr>
          <w:rFonts w:ascii="Times New Roman" w:hAnsi="Times New Roman"/>
          <w:sz w:val="24"/>
          <w:szCs w:val="24"/>
          <w:lang w:eastAsia="ru-RU"/>
        </w:rPr>
        <w:br/>
      </w:r>
    </w:p>
    <w:p w:rsidR="00152217" w:rsidRPr="009E6E7B" w:rsidRDefault="00152217" w:rsidP="007D71F0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52217" w:rsidRPr="009E6E7B" w:rsidRDefault="00152217" w:rsidP="007D71F0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52217" w:rsidRPr="009E6E7B" w:rsidRDefault="00152217" w:rsidP="007D71F0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E6E7B">
        <w:rPr>
          <w:rFonts w:ascii="Times New Roman" w:hAnsi="Times New Roman"/>
          <w:sz w:val="24"/>
          <w:szCs w:val="24"/>
          <w:lang w:eastAsia="ru-RU"/>
        </w:rPr>
        <w:t xml:space="preserve">Взаимоотношения тьютора и учащегося </w:t>
      </w:r>
    </w:p>
    <w:tbl>
      <w:tblPr>
        <w:tblW w:w="9360" w:type="dxa"/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2742"/>
        <w:gridCol w:w="6618"/>
      </w:tblGrid>
      <w:tr w:rsidR="00152217" w:rsidRPr="0082227D" w:rsidTr="009A1AC6">
        <w:tc>
          <w:tcPr>
            <w:tcW w:w="26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2217" w:rsidRPr="009E6E7B" w:rsidRDefault="00152217" w:rsidP="009A1A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6E7B">
              <w:rPr>
                <w:rFonts w:ascii="Times New Roman" w:hAnsi="Times New Roman"/>
                <w:sz w:val="24"/>
                <w:szCs w:val="24"/>
                <w:lang w:eastAsia="ru-RU"/>
              </w:rPr>
              <w:t>Ребенок с ОВЗ и учитель</w:t>
            </w:r>
          </w:p>
        </w:tc>
        <w:tc>
          <w:tcPr>
            <w:tcW w:w="6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2217" w:rsidRPr="009E6E7B" w:rsidRDefault="00152217" w:rsidP="009A1A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6E7B">
              <w:rPr>
                <w:rFonts w:ascii="Times New Roman" w:hAnsi="Times New Roman"/>
                <w:sz w:val="24"/>
                <w:szCs w:val="24"/>
                <w:lang w:eastAsia="ru-RU"/>
              </w:rPr>
              <w:t>Для этого тьютор:</w:t>
            </w:r>
          </w:p>
        </w:tc>
      </w:tr>
      <w:tr w:rsidR="00152217" w:rsidRPr="0082227D" w:rsidTr="009A1AC6">
        <w:trPr>
          <w:trHeight w:val="1410"/>
        </w:trPr>
        <w:tc>
          <w:tcPr>
            <w:tcW w:w="26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2217" w:rsidRPr="009E6E7B" w:rsidRDefault="00152217" w:rsidP="009A1A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6E7B">
              <w:rPr>
                <w:rFonts w:ascii="Times New Roman" w:hAnsi="Times New Roman"/>
                <w:sz w:val="24"/>
                <w:szCs w:val="24"/>
                <w:lang w:eastAsia="ru-RU"/>
              </w:rPr>
              <w:t>Ребенок слушает учителя и выполняет его инструкции</w:t>
            </w:r>
          </w:p>
        </w:tc>
        <w:tc>
          <w:tcPr>
            <w:tcW w:w="6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2217" w:rsidRPr="009E6E7B" w:rsidRDefault="00152217" w:rsidP="007D71F0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6E7B">
              <w:rPr>
                <w:rFonts w:ascii="Times New Roman" w:hAnsi="Times New Roman"/>
                <w:sz w:val="24"/>
                <w:szCs w:val="24"/>
                <w:lang w:eastAsia="ru-RU"/>
              </w:rPr>
              <w:t>привлекает внимание ребенка к учителю: «Смотри на ….. (имя учителя), слушай…»;</w:t>
            </w:r>
          </w:p>
          <w:p w:rsidR="00152217" w:rsidRPr="009E6E7B" w:rsidRDefault="00152217" w:rsidP="007D71F0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6E7B">
              <w:rPr>
                <w:rFonts w:ascii="Times New Roman" w:hAnsi="Times New Roman"/>
                <w:sz w:val="24"/>
                <w:szCs w:val="24"/>
                <w:lang w:eastAsia="ru-RU"/>
              </w:rPr>
              <w:t>«Смотри на доску»;</w:t>
            </w:r>
          </w:p>
          <w:p w:rsidR="00152217" w:rsidRPr="009E6E7B" w:rsidRDefault="00152217" w:rsidP="007D71F0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6E7B">
              <w:rPr>
                <w:rFonts w:ascii="Times New Roman" w:hAnsi="Times New Roman"/>
                <w:sz w:val="24"/>
                <w:szCs w:val="24"/>
                <w:lang w:eastAsia="ru-RU"/>
              </w:rPr>
              <w:t>«Возьми ручку, пиши»;</w:t>
            </w:r>
          </w:p>
          <w:p w:rsidR="00152217" w:rsidRPr="009E6E7B" w:rsidRDefault="00152217" w:rsidP="007D71F0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6E7B">
              <w:rPr>
                <w:rFonts w:ascii="Times New Roman" w:hAnsi="Times New Roman"/>
                <w:sz w:val="24"/>
                <w:szCs w:val="24"/>
                <w:lang w:eastAsia="ru-RU"/>
              </w:rPr>
              <w:t>«Открывай учебник»;</w:t>
            </w:r>
          </w:p>
          <w:p w:rsidR="00152217" w:rsidRPr="009E6E7B" w:rsidRDefault="00152217" w:rsidP="007D71F0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6E7B">
              <w:rPr>
                <w:rFonts w:ascii="Times New Roman" w:hAnsi="Times New Roman"/>
                <w:sz w:val="24"/>
                <w:szCs w:val="24"/>
                <w:lang w:eastAsia="ru-RU"/>
              </w:rPr>
              <w:t>«Открывай дневник» и т.п.</w:t>
            </w:r>
          </w:p>
        </w:tc>
      </w:tr>
      <w:tr w:rsidR="00152217" w:rsidRPr="0082227D" w:rsidTr="009A1AC6">
        <w:tc>
          <w:tcPr>
            <w:tcW w:w="26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2217" w:rsidRPr="009E6E7B" w:rsidRDefault="00152217" w:rsidP="009A1A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6E7B">
              <w:rPr>
                <w:rFonts w:ascii="Times New Roman" w:hAnsi="Times New Roman"/>
                <w:sz w:val="24"/>
                <w:szCs w:val="24"/>
                <w:lang w:eastAsia="ru-RU"/>
              </w:rPr>
              <w:t>Ребенок с ОВЗ и тьютор</w:t>
            </w:r>
          </w:p>
        </w:tc>
        <w:tc>
          <w:tcPr>
            <w:tcW w:w="6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2217" w:rsidRPr="009E6E7B" w:rsidRDefault="00152217" w:rsidP="009A1A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6E7B">
              <w:rPr>
                <w:rFonts w:ascii="Times New Roman" w:hAnsi="Times New Roman"/>
                <w:sz w:val="24"/>
                <w:szCs w:val="24"/>
                <w:lang w:eastAsia="ru-RU"/>
              </w:rPr>
              <w:t>Для этого тьютор:</w:t>
            </w:r>
          </w:p>
        </w:tc>
      </w:tr>
      <w:tr w:rsidR="00152217" w:rsidRPr="0082227D" w:rsidTr="009A1AC6">
        <w:tc>
          <w:tcPr>
            <w:tcW w:w="26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2217" w:rsidRPr="009E6E7B" w:rsidRDefault="00152217" w:rsidP="009A1A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6E7B">
              <w:rPr>
                <w:rFonts w:ascii="Times New Roman" w:hAnsi="Times New Roman"/>
                <w:sz w:val="24"/>
                <w:szCs w:val="24"/>
                <w:lang w:eastAsia="ru-RU"/>
              </w:rPr>
              <w:t>Ребенок выполняет рекомендации тьютора</w:t>
            </w:r>
          </w:p>
          <w:p w:rsidR="00152217" w:rsidRPr="009E6E7B" w:rsidRDefault="00152217" w:rsidP="009A1AC6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2217" w:rsidRPr="009E6E7B" w:rsidRDefault="00152217" w:rsidP="007D71F0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6E7B">
              <w:rPr>
                <w:rFonts w:ascii="Times New Roman" w:hAnsi="Times New Roman"/>
                <w:sz w:val="24"/>
                <w:szCs w:val="24"/>
                <w:lang w:eastAsia="ru-RU"/>
              </w:rPr>
              <w:t>следит за организацией рабочего пространства ученика;</w:t>
            </w:r>
          </w:p>
          <w:p w:rsidR="00152217" w:rsidRPr="009E6E7B" w:rsidRDefault="00152217" w:rsidP="007D71F0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6E7B">
              <w:rPr>
                <w:rFonts w:ascii="Times New Roman" w:hAnsi="Times New Roman"/>
                <w:sz w:val="24"/>
                <w:szCs w:val="24"/>
                <w:lang w:eastAsia="ru-RU"/>
              </w:rPr>
              <w:t>соотносит задания учителя с возможностями ученика;</w:t>
            </w:r>
          </w:p>
          <w:p w:rsidR="00152217" w:rsidRPr="009E6E7B" w:rsidRDefault="00152217" w:rsidP="007D71F0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6E7B">
              <w:rPr>
                <w:rFonts w:ascii="Times New Roman" w:hAnsi="Times New Roman"/>
                <w:sz w:val="24"/>
                <w:szCs w:val="24"/>
                <w:lang w:eastAsia="ru-RU"/>
              </w:rPr>
              <w:t>если ребенок не успевает полностью выполнить задание - определяет нужный момент, когда следует остановиться и переключиться на новое задание;</w:t>
            </w:r>
          </w:p>
          <w:p w:rsidR="00152217" w:rsidRPr="009E6E7B" w:rsidRDefault="00152217" w:rsidP="007D71F0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6E7B">
              <w:rPr>
                <w:rFonts w:ascii="Times New Roman" w:hAnsi="Times New Roman"/>
                <w:sz w:val="24"/>
                <w:szCs w:val="24"/>
                <w:lang w:eastAsia="ru-RU"/>
              </w:rPr>
              <w:t>если общее задание для всех детей сложно для понимания ребенка, то продолжает с подопечным работу по предыдущему заданию.</w:t>
            </w:r>
          </w:p>
          <w:p w:rsidR="00152217" w:rsidRPr="009E6E7B" w:rsidRDefault="00152217" w:rsidP="009A1A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6E7B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Примечание</w:t>
            </w:r>
            <w:r w:rsidRPr="009E6E7B">
              <w:rPr>
                <w:rFonts w:ascii="Times New Roman" w:hAnsi="Times New Roman"/>
                <w:sz w:val="24"/>
                <w:szCs w:val="24"/>
                <w:lang w:eastAsia="ru-RU"/>
              </w:rPr>
              <w:t>. Если тьютору будет сложно решить, в какой момент правильнее переключиться, то необходимо спросить об этом учителя.</w:t>
            </w:r>
          </w:p>
        </w:tc>
      </w:tr>
      <w:tr w:rsidR="00152217" w:rsidRPr="0082227D" w:rsidTr="009A1AC6">
        <w:tc>
          <w:tcPr>
            <w:tcW w:w="26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2217" w:rsidRPr="009E6E7B" w:rsidRDefault="00152217" w:rsidP="009A1A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6E7B">
              <w:rPr>
                <w:rFonts w:ascii="Times New Roman" w:hAnsi="Times New Roman"/>
                <w:sz w:val="24"/>
                <w:szCs w:val="24"/>
                <w:lang w:eastAsia="ru-RU"/>
              </w:rPr>
              <w:t>Ребенок с ОВЗ и другие ученики</w:t>
            </w:r>
          </w:p>
        </w:tc>
        <w:tc>
          <w:tcPr>
            <w:tcW w:w="6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2217" w:rsidRPr="009E6E7B" w:rsidRDefault="00152217" w:rsidP="009A1A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6E7B">
              <w:rPr>
                <w:rFonts w:ascii="Times New Roman" w:hAnsi="Times New Roman"/>
                <w:sz w:val="24"/>
                <w:szCs w:val="24"/>
                <w:lang w:eastAsia="ru-RU"/>
              </w:rPr>
              <w:t>Для этого тьютор:</w:t>
            </w:r>
          </w:p>
        </w:tc>
      </w:tr>
      <w:tr w:rsidR="00152217" w:rsidRPr="0082227D" w:rsidTr="009A1AC6">
        <w:tc>
          <w:tcPr>
            <w:tcW w:w="26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2217" w:rsidRPr="009E6E7B" w:rsidRDefault="00152217" w:rsidP="009A1A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6E7B">
              <w:rPr>
                <w:rFonts w:ascii="Times New Roman" w:hAnsi="Times New Roman"/>
                <w:sz w:val="24"/>
                <w:szCs w:val="24"/>
                <w:lang w:eastAsia="ru-RU"/>
              </w:rPr>
              <w:t>Ребенок по своей инициативе общается с ними, отвечает на обращение других учеников к нему</w:t>
            </w:r>
          </w:p>
        </w:tc>
        <w:tc>
          <w:tcPr>
            <w:tcW w:w="6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2217" w:rsidRPr="009E6E7B" w:rsidRDefault="00152217" w:rsidP="007D71F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6E7B">
              <w:rPr>
                <w:rFonts w:ascii="Times New Roman" w:hAnsi="Times New Roman"/>
                <w:sz w:val="24"/>
                <w:szCs w:val="24"/>
                <w:lang w:eastAsia="ru-RU"/>
              </w:rPr>
              <w:t>наблюдает за контекстом общения детей и в соответствующие моменты подключает к общению подопечного.</w:t>
            </w:r>
          </w:p>
          <w:p w:rsidR="00152217" w:rsidRPr="009E6E7B" w:rsidRDefault="00152217" w:rsidP="009A1AC6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6E7B">
              <w:rPr>
                <w:rFonts w:ascii="Times New Roman" w:hAnsi="Times New Roman"/>
                <w:sz w:val="24"/>
                <w:szCs w:val="24"/>
                <w:lang w:eastAsia="ru-RU"/>
              </w:rPr>
              <w:t>Например, сосед по парте просит у ребенка ластик, а тот не реагирует. Тьютор организует диалог учеников: «Дай, пожалуйста, ластик» – «На» – «Спасибо… На, возьми обратно».</w:t>
            </w:r>
          </w:p>
        </w:tc>
      </w:tr>
      <w:tr w:rsidR="00152217" w:rsidRPr="0082227D" w:rsidTr="009A1AC6">
        <w:tc>
          <w:tcPr>
            <w:tcW w:w="26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2217" w:rsidRPr="009E6E7B" w:rsidRDefault="00152217" w:rsidP="009A1A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6E7B">
              <w:rPr>
                <w:rFonts w:ascii="Times New Roman" w:hAnsi="Times New Roman"/>
                <w:sz w:val="24"/>
                <w:szCs w:val="24"/>
                <w:lang w:eastAsia="ru-RU"/>
              </w:rPr>
              <w:t>Ребенок с ОВЗ и родители</w:t>
            </w:r>
          </w:p>
          <w:p w:rsidR="00152217" w:rsidRPr="009E6E7B" w:rsidRDefault="00152217" w:rsidP="009A1AC6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2217" w:rsidRPr="009E6E7B" w:rsidRDefault="00152217" w:rsidP="009A1A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6E7B">
              <w:rPr>
                <w:rFonts w:ascii="Times New Roman" w:hAnsi="Times New Roman"/>
                <w:sz w:val="24"/>
                <w:szCs w:val="24"/>
                <w:lang w:eastAsia="ru-RU"/>
              </w:rPr>
              <w:t>Для этого тьютор:</w:t>
            </w:r>
          </w:p>
        </w:tc>
      </w:tr>
      <w:tr w:rsidR="00152217" w:rsidRPr="0082227D" w:rsidTr="009A1AC6">
        <w:tc>
          <w:tcPr>
            <w:tcW w:w="26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2217" w:rsidRPr="009E6E7B" w:rsidRDefault="00152217" w:rsidP="009A1A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6E7B">
              <w:rPr>
                <w:rFonts w:ascii="Times New Roman" w:hAnsi="Times New Roman"/>
                <w:sz w:val="24"/>
                <w:szCs w:val="24"/>
                <w:lang w:eastAsia="ru-RU"/>
              </w:rPr>
              <w:t>Ребенок перед началом уроков прощается с родителями,</w:t>
            </w:r>
          </w:p>
          <w:p w:rsidR="00152217" w:rsidRPr="009E6E7B" w:rsidRDefault="00152217" w:rsidP="009A1A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6E7B">
              <w:rPr>
                <w:rFonts w:ascii="Times New Roman" w:hAnsi="Times New Roman"/>
                <w:sz w:val="24"/>
                <w:szCs w:val="24"/>
                <w:lang w:eastAsia="ru-RU"/>
              </w:rPr>
              <w:t>после уроков – встречает родителей и прощается с тьютором</w:t>
            </w:r>
          </w:p>
        </w:tc>
        <w:tc>
          <w:tcPr>
            <w:tcW w:w="6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2217" w:rsidRPr="009E6E7B" w:rsidRDefault="00152217" w:rsidP="007D71F0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6E7B">
              <w:rPr>
                <w:rFonts w:ascii="Times New Roman" w:hAnsi="Times New Roman"/>
                <w:sz w:val="24"/>
                <w:szCs w:val="24"/>
                <w:lang w:eastAsia="ru-RU"/>
              </w:rPr>
              <w:t>помогает подопечному в общении со своими родителями в условиях школы – помогает рассказать, что было в школе, познакомить с их с друзьями и т.п. Ребенок может обменяться несколькими фразами и с родителями других детей.</w:t>
            </w:r>
          </w:p>
          <w:p w:rsidR="00152217" w:rsidRPr="009E6E7B" w:rsidRDefault="00152217" w:rsidP="009A1AC6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152217" w:rsidRPr="009E6E7B" w:rsidRDefault="00152217" w:rsidP="007D71F0">
      <w:pPr>
        <w:shd w:val="clear" w:color="auto" w:fill="FFFFFF"/>
        <w:spacing w:after="15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9E6E7B">
        <w:rPr>
          <w:rFonts w:ascii="Times New Roman" w:hAnsi="Times New Roman"/>
          <w:sz w:val="24"/>
          <w:szCs w:val="24"/>
          <w:lang w:eastAsia="ru-RU"/>
        </w:rPr>
        <w:br/>
      </w:r>
    </w:p>
    <w:p w:rsidR="00152217" w:rsidRPr="009E6E7B" w:rsidRDefault="00152217" w:rsidP="007D71F0">
      <w:pPr>
        <w:shd w:val="clear" w:color="auto" w:fill="FFFFFF"/>
        <w:spacing w:after="15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152217" w:rsidRPr="009E6E7B" w:rsidRDefault="00152217" w:rsidP="007D71F0">
      <w:pPr>
        <w:shd w:val="clear" w:color="auto" w:fill="FFFFFF"/>
        <w:spacing w:after="15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152217" w:rsidRPr="009E6E7B" w:rsidRDefault="00152217" w:rsidP="007D71F0">
      <w:pPr>
        <w:shd w:val="clear" w:color="auto" w:fill="FFFFFF"/>
        <w:spacing w:after="15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152217" w:rsidRPr="009E6E7B" w:rsidRDefault="00152217" w:rsidP="007D71F0">
      <w:pPr>
        <w:shd w:val="clear" w:color="auto" w:fill="FFFFFF"/>
        <w:spacing w:after="15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152217" w:rsidRPr="009E6E7B" w:rsidRDefault="00152217" w:rsidP="007D71F0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52217" w:rsidRPr="009E6E7B" w:rsidRDefault="00152217" w:rsidP="007D71F0">
      <w:pPr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9E6E7B">
        <w:rPr>
          <w:rFonts w:ascii="Times New Roman" w:hAnsi="Times New Roman"/>
          <w:b/>
          <w:sz w:val="24"/>
          <w:szCs w:val="24"/>
        </w:rPr>
        <w:t>Основные виды деятельности тьютора:</w:t>
      </w:r>
    </w:p>
    <w:p w:rsidR="00152217" w:rsidRPr="009E6E7B" w:rsidRDefault="00152217" w:rsidP="00CD50FF">
      <w:pPr>
        <w:pStyle w:val="ListParagraph"/>
        <w:numPr>
          <w:ilvl w:val="0"/>
          <w:numId w:val="1"/>
        </w:numPr>
        <w:ind w:left="0" w:firstLine="0"/>
        <w:rPr>
          <w:rFonts w:ascii="Times New Roman" w:hAnsi="Times New Roman"/>
          <w:sz w:val="24"/>
          <w:szCs w:val="24"/>
        </w:rPr>
      </w:pPr>
      <w:r w:rsidRPr="009E6E7B">
        <w:rPr>
          <w:rFonts w:ascii="Times New Roman" w:hAnsi="Times New Roman"/>
          <w:sz w:val="24"/>
          <w:szCs w:val="24"/>
        </w:rPr>
        <w:t>Информационное обеспечение</w:t>
      </w:r>
    </w:p>
    <w:p w:rsidR="00152217" w:rsidRPr="009E6E7B" w:rsidRDefault="00152217" w:rsidP="00CD50FF">
      <w:pPr>
        <w:pStyle w:val="ListParagraph"/>
        <w:numPr>
          <w:ilvl w:val="0"/>
          <w:numId w:val="1"/>
        </w:numPr>
        <w:ind w:left="0" w:firstLine="0"/>
        <w:rPr>
          <w:rFonts w:ascii="Times New Roman" w:hAnsi="Times New Roman"/>
          <w:sz w:val="24"/>
          <w:szCs w:val="24"/>
        </w:rPr>
      </w:pPr>
      <w:r w:rsidRPr="009E6E7B">
        <w:rPr>
          <w:rFonts w:ascii="Times New Roman" w:hAnsi="Times New Roman"/>
          <w:sz w:val="24"/>
          <w:szCs w:val="24"/>
        </w:rPr>
        <w:t>Организационная деятельность</w:t>
      </w:r>
    </w:p>
    <w:p w:rsidR="00152217" w:rsidRPr="009E6E7B" w:rsidRDefault="00152217" w:rsidP="00CD50FF">
      <w:pPr>
        <w:pStyle w:val="ListParagraph"/>
        <w:numPr>
          <w:ilvl w:val="0"/>
          <w:numId w:val="1"/>
        </w:numPr>
        <w:ind w:left="0" w:firstLine="0"/>
        <w:rPr>
          <w:rFonts w:ascii="Times New Roman" w:hAnsi="Times New Roman"/>
          <w:sz w:val="24"/>
          <w:szCs w:val="24"/>
        </w:rPr>
      </w:pPr>
      <w:r w:rsidRPr="009E6E7B">
        <w:rPr>
          <w:rFonts w:ascii="Times New Roman" w:hAnsi="Times New Roman"/>
          <w:sz w:val="24"/>
          <w:szCs w:val="24"/>
        </w:rPr>
        <w:t>Учебно-методическая работа</w:t>
      </w:r>
    </w:p>
    <w:p w:rsidR="00152217" w:rsidRPr="009E6E7B" w:rsidRDefault="00152217" w:rsidP="00CD50FF">
      <w:pPr>
        <w:pStyle w:val="ListParagraph"/>
        <w:numPr>
          <w:ilvl w:val="0"/>
          <w:numId w:val="1"/>
        </w:numPr>
        <w:ind w:left="0" w:firstLine="0"/>
        <w:rPr>
          <w:rFonts w:ascii="Times New Roman" w:hAnsi="Times New Roman"/>
          <w:sz w:val="24"/>
          <w:szCs w:val="24"/>
        </w:rPr>
      </w:pPr>
      <w:r w:rsidRPr="009E6E7B">
        <w:rPr>
          <w:rFonts w:ascii="Times New Roman" w:hAnsi="Times New Roman"/>
          <w:sz w:val="24"/>
          <w:szCs w:val="24"/>
        </w:rPr>
        <w:t>Диагностико-аналитическая деятельность</w:t>
      </w:r>
    </w:p>
    <w:p w:rsidR="00152217" w:rsidRPr="009E6E7B" w:rsidRDefault="00152217" w:rsidP="00CD50FF">
      <w:pPr>
        <w:pStyle w:val="ListParagraph"/>
        <w:ind w:left="0" w:firstLine="709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2"/>
        <w:gridCol w:w="3903"/>
        <w:gridCol w:w="2213"/>
        <w:gridCol w:w="2213"/>
      </w:tblGrid>
      <w:tr w:rsidR="00152217" w:rsidRPr="0082227D" w:rsidTr="0082227D">
        <w:tc>
          <w:tcPr>
            <w:tcW w:w="522" w:type="dxa"/>
          </w:tcPr>
          <w:p w:rsidR="00152217" w:rsidRPr="0082227D" w:rsidRDefault="00152217" w:rsidP="0082227D">
            <w:pPr>
              <w:pStyle w:val="ListParagraph"/>
              <w:spacing w:after="0" w:line="240" w:lineRule="auto"/>
              <w:ind w:left="-726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27D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903" w:type="dxa"/>
          </w:tcPr>
          <w:p w:rsidR="00152217" w:rsidRPr="0082227D" w:rsidRDefault="00152217" w:rsidP="0082227D">
            <w:pPr>
              <w:pStyle w:val="ListParagraph"/>
              <w:spacing w:after="0" w:line="240" w:lineRule="auto"/>
              <w:ind w:left="0" w:firstLine="709"/>
              <w:rPr>
                <w:rFonts w:ascii="Times New Roman" w:hAnsi="Times New Roman"/>
                <w:sz w:val="24"/>
                <w:szCs w:val="24"/>
              </w:rPr>
            </w:pPr>
            <w:r w:rsidRPr="0082227D">
              <w:rPr>
                <w:rFonts w:ascii="Times New Roman" w:hAnsi="Times New Roman"/>
                <w:sz w:val="24"/>
                <w:szCs w:val="24"/>
              </w:rPr>
              <w:t>Содержание деятельности</w:t>
            </w:r>
          </w:p>
        </w:tc>
        <w:tc>
          <w:tcPr>
            <w:tcW w:w="2213" w:type="dxa"/>
          </w:tcPr>
          <w:p w:rsidR="00152217" w:rsidRPr="0082227D" w:rsidRDefault="00152217" w:rsidP="0082227D">
            <w:pPr>
              <w:pStyle w:val="ListParagraph"/>
              <w:spacing w:after="0" w:line="240" w:lineRule="auto"/>
              <w:ind w:left="0" w:firstLine="709"/>
              <w:rPr>
                <w:rFonts w:ascii="Times New Roman" w:hAnsi="Times New Roman"/>
                <w:sz w:val="24"/>
                <w:szCs w:val="24"/>
              </w:rPr>
            </w:pPr>
            <w:r w:rsidRPr="0082227D">
              <w:rPr>
                <w:rFonts w:ascii="Times New Roman" w:hAnsi="Times New Roman"/>
                <w:sz w:val="24"/>
                <w:szCs w:val="24"/>
              </w:rPr>
              <w:t xml:space="preserve">Сроки </w:t>
            </w:r>
          </w:p>
        </w:tc>
        <w:tc>
          <w:tcPr>
            <w:tcW w:w="2213" w:type="dxa"/>
          </w:tcPr>
          <w:p w:rsidR="00152217" w:rsidRPr="0082227D" w:rsidRDefault="00152217" w:rsidP="0082227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27D">
              <w:rPr>
                <w:rFonts w:ascii="Times New Roman" w:hAnsi="Times New Roman"/>
                <w:sz w:val="24"/>
                <w:szCs w:val="24"/>
              </w:rPr>
              <w:t>Ответственные участники</w:t>
            </w:r>
          </w:p>
        </w:tc>
      </w:tr>
      <w:tr w:rsidR="00152217" w:rsidRPr="0082227D" w:rsidTr="0082227D">
        <w:tc>
          <w:tcPr>
            <w:tcW w:w="8851" w:type="dxa"/>
            <w:gridSpan w:val="4"/>
          </w:tcPr>
          <w:p w:rsidR="00152217" w:rsidRPr="0082227D" w:rsidRDefault="00152217" w:rsidP="0082227D">
            <w:pPr>
              <w:pStyle w:val="ListParagraph"/>
              <w:spacing w:after="0" w:line="240" w:lineRule="auto"/>
              <w:ind w:left="-726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27D">
              <w:rPr>
                <w:rFonts w:ascii="Times New Roman" w:hAnsi="Times New Roman"/>
                <w:sz w:val="24"/>
                <w:szCs w:val="24"/>
              </w:rPr>
              <w:t>Информационное обеспечение</w:t>
            </w:r>
          </w:p>
        </w:tc>
      </w:tr>
      <w:tr w:rsidR="00152217" w:rsidRPr="0082227D" w:rsidTr="0082227D">
        <w:tc>
          <w:tcPr>
            <w:tcW w:w="522" w:type="dxa"/>
          </w:tcPr>
          <w:p w:rsidR="00152217" w:rsidRPr="0082227D" w:rsidRDefault="00152217" w:rsidP="0082227D">
            <w:pPr>
              <w:pStyle w:val="ListParagraph"/>
              <w:spacing w:after="0" w:line="240" w:lineRule="auto"/>
              <w:ind w:left="-726" w:firstLine="709"/>
              <w:rPr>
                <w:rFonts w:ascii="Times New Roman" w:hAnsi="Times New Roman"/>
                <w:sz w:val="24"/>
                <w:szCs w:val="24"/>
              </w:rPr>
            </w:pPr>
            <w:r w:rsidRPr="0082227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03" w:type="dxa"/>
          </w:tcPr>
          <w:p w:rsidR="00152217" w:rsidRPr="0082227D" w:rsidRDefault="00152217" w:rsidP="0082227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227D">
              <w:rPr>
                <w:rFonts w:ascii="Times New Roman" w:hAnsi="Times New Roman"/>
                <w:sz w:val="24"/>
                <w:szCs w:val="24"/>
              </w:rPr>
              <w:t>Пополнение нормативно-правовой и методической базы</w:t>
            </w:r>
          </w:p>
        </w:tc>
        <w:tc>
          <w:tcPr>
            <w:tcW w:w="2213" w:type="dxa"/>
          </w:tcPr>
          <w:p w:rsidR="00152217" w:rsidRPr="0082227D" w:rsidRDefault="00152217" w:rsidP="0082227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227D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13" w:type="dxa"/>
          </w:tcPr>
          <w:p w:rsidR="00152217" w:rsidRPr="0082227D" w:rsidRDefault="00152217" w:rsidP="008222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27D">
              <w:rPr>
                <w:rFonts w:ascii="Times New Roman" w:hAnsi="Times New Roman"/>
                <w:sz w:val="24"/>
                <w:szCs w:val="24"/>
              </w:rPr>
              <w:t>Тьютор</w:t>
            </w:r>
          </w:p>
        </w:tc>
      </w:tr>
      <w:tr w:rsidR="00152217" w:rsidRPr="0082227D" w:rsidTr="0082227D">
        <w:tc>
          <w:tcPr>
            <w:tcW w:w="522" w:type="dxa"/>
          </w:tcPr>
          <w:p w:rsidR="00152217" w:rsidRPr="0082227D" w:rsidRDefault="00152217" w:rsidP="0082227D">
            <w:pPr>
              <w:pStyle w:val="ListParagraph"/>
              <w:spacing w:after="0" w:line="240" w:lineRule="auto"/>
              <w:ind w:left="-726" w:firstLine="709"/>
              <w:rPr>
                <w:rFonts w:ascii="Times New Roman" w:hAnsi="Times New Roman"/>
                <w:sz w:val="24"/>
                <w:szCs w:val="24"/>
              </w:rPr>
            </w:pPr>
            <w:r w:rsidRPr="0082227D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903" w:type="dxa"/>
          </w:tcPr>
          <w:p w:rsidR="00152217" w:rsidRPr="0082227D" w:rsidRDefault="00152217" w:rsidP="0082227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227D">
              <w:rPr>
                <w:rFonts w:ascii="Times New Roman" w:hAnsi="Times New Roman"/>
                <w:sz w:val="24"/>
                <w:szCs w:val="24"/>
              </w:rPr>
              <w:t>Участие в разработке индивидуальных адаптированных программ развития и обучения</w:t>
            </w:r>
          </w:p>
        </w:tc>
        <w:tc>
          <w:tcPr>
            <w:tcW w:w="2213" w:type="dxa"/>
          </w:tcPr>
          <w:p w:rsidR="00152217" w:rsidRPr="0082227D" w:rsidRDefault="00152217" w:rsidP="0082227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227D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13" w:type="dxa"/>
          </w:tcPr>
          <w:p w:rsidR="00152217" w:rsidRPr="0082227D" w:rsidRDefault="00152217" w:rsidP="0082227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227D">
              <w:rPr>
                <w:rFonts w:ascii="Times New Roman" w:hAnsi="Times New Roman"/>
                <w:sz w:val="24"/>
                <w:szCs w:val="24"/>
              </w:rPr>
              <w:t>Тьютор, учитель</w:t>
            </w:r>
          </w:p>
        </w:tc>
      </w:tr>
      <w:tr w:rsidR="00152217" w:rsidRPr="0082227D" w:rsidTr="0082227D">
        <w:tc>
          <w:tcPr>
            <w:tcW w:w="522" w:type="dxa"/>
          </w:tcPr>
          <w:p w:rsidR="00152217" w:rsidRPr="0082227D" w:rsidRDefault="00152217" w:rsidP="0082227D">
            <w:pPr>
              <w:pStyle w:val="ListParagraph"/>
              <w:spacing w:after="0" w:line="240" w:lineRule="auto"/>
              <w:ind w:left="-726" w:firstLine="709"/>
              <w:rPr>
                <w:rFonts w:ascii="Times New Roman" w:hAnsi="Times New Roman"/>
                <w:sz w:val="24"/>
                <w:szCs w:val="24"/>
              </w:rPr>
            </w:pPr>
            <w:r w:rsidRPr="0082227D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3903" w:type="dxa"/>
          </w:tcPr>
          <w:p w:rsidR="00152217" w:rsidRPr="0082227D" w:rsidRDefault="00152217" w:rsidP="0082227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227D">
              <w:rPr>
                <w:rFonts w:ascii="Times New Roman" w:hAnsi="Times New Roman"/>
                <w:sz w:val="24"/>
                <w:szCs w:val="24"/>
              </w:rPr>
              <w:t>Корректировка индивидуальных адаптированных программ развития и обучения</w:t>
            </w:r>
          </w:p>
        </w:tc>
        <w:tc>
          <w:tcPr>
            <w:tcW w:w="2213" w:type="dxa"/>
          </w:tcPr>
          <w:p w:rsidR="00152217" w:rsidRPr="0082227D" w:rsidRDefault="00152217" w:rsidP="0082227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227D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13" w:type="dxa"/>
          </w:tcPr>
          <w:p w:rsidR="00152217" w:rsidRPr="0082227D" w:rsidRDefault="00152217" w:rsidP="0082227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227D">
              <w:rPr>
                <w:rFonts w:ascii="Times New Roman" w:hAnsi="Times New Roman"/>
                <w:sz w:val="24"/>
                <w:szCs w:val="24"/>
              </w:rPr>
              <w:t>Тьютор, учитель</w:t>
            </w:r>
          </w:p>
        </w:tc>
      </w:tr>
      <w:tr w:rsidR="00152217" w:rsidRPr="0082227D" w:rsidTr="0082227D">
        <w:tc>
          <w:tcPr>
            <w:tcW w:w="8851" w:type="dxa"/>
            <w:gridSpan w:val="4"/>
          </w:tcPr>
          <w:p w:rsidR="00152217" w:rsidRPr="0082227D" w:rsidRDefault="00152217" w:rsidP="0082227D">
            <w:pPr>
              <w:pStyle w:val="ListParagraph"/>
              <w:spacing w:after="0" w:line="240" w:lineRule="auto"/>
              <w:ind w:left="-726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27D">
              <w:rPr>
                <w:rFonts w:ascii="Times New Roman" w:hAnsi="Times New Roman"/>
                <w:sz w:val="24"/>
                <w:szCs w:val="24"/>
              </w:rPr>
              <w:t>Организационная деятельность</w:t>
            </w:r>
          </w:p>
        </w:tc>
      </w:tr>
      <w:tr w:rsidR="00152217" w:rsidRPr="0082227D" w:rsidTr="0082227D">
        <w:tc>
          <w:tcPr>
            <w:tcW w:w="522" w:type="dxa"/>
          </w:tcPr>
          <w:p w:rsidR="00152217" w:rsidRPr="0082227D" w:rsidRDefault="00152217" w:rsidP="0082227D">
            <w:pPr>
              <w:pStyle w:val="ListParagraph"/>
              <w:spacing w:after="0" w:line="240" w:lineRule="auto"/>
              <w:ind w:left="-726" w:firstLine="709"/>
              <w:rPr>
                <w:rFonts w:ascii="Times New Roman" w:hAnsi="Times New Roman"/>
                <w:sz w:val="24"/>
                <w:szCs w:val="24"/>
              </w:rPr>
            </w:pPr>
            <w:r w:rsidRPr="0082227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03" w:type="dxa"/>
          </w:tcPr>
          <w:p w:rsidR="00152217" w:rsidRPr="0082227D" w:rsidRDefault="00152217" w:rsidP="0082227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227D">
              <w:rPr>
                <w:rFonts w:ascii="Times New Roman" w:hAnsi="Times New Roman"/>
                <w:sz w:val="24"/>
                <w:szCs w:val="24"/>
              </w:rPr>
              <w:t>Проведение консультаций для учителей общеобразовательных классов</w:t>
            </w:r>
          </w:p>
        </w:tc>
        <w:tc>
          <w:tcPr>
            <w:tcW w:w="2213" w:type="dxa"/>
          </w:tcPr>
          <w:p w:rsidR="00152217" w:rsidRPr="0082227D" w:rsidRDefault="00152217" w:rsidP="0082227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227D">
              <w:rPr>
                <w:rFonts w:ascii="Times New Roman" w:hAnsi="Times New Roman"/>
                <w:sz w:val="24"/>
                <w:szCs w:val="24"/>
              </w:rPr>
              <w:t>В течение года по запросу</w:t>
            </w:r>
          </w:p>
        </w:tc>
        <w:tc>
          <w:tcPr>
            <w:tcW w:w="2213" w:type="dxa"/>
          </w:tcPr>
          <w:p w:rsidR="00152217" w:rsidRPr="0082227D" w:rsidRDefault="00152217" w:rsidP="008222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27D">
              <w:rPr>
                <w:rFonts w:ascii="Times New Roman" w:hAnsi="Times New Roman"/>
                <w:sz w:val="24"/>
                <w:szCs w:val="24"/>
              </w:rPr>
              <w:t xml:space="preserve">Тьютор </w:t>
            </w:r>
          </w:p>
        </w:tc>
      </w:tr>
      <w:tr w:rsidR="00152217" w:rsidRPr="0082227D" w:rsidTr="0082227D">
        <w:tc>
          <w:tcPr>
            <w:tcW w:w="522" w:type="dxa"/>
          </w:tcPr>
          <w:p w:rsidR="00152217" w:rsidRPr="0082227D" w:rsidRDefault="00152217" w:rsidP="0082227D">
            <w:pPr>
              <w:pStyle w:val="ListParagraph"/>
              <w:spacing w:after="0" w:line="240" w:lineRule="auto"/>
              <w:ind w:left="-726" w:firstLine="709"/>
              <w:rPr>
                <w:rFonts w:ascii="Times New Roman" w:hAnsi="Times New Roman"/>
                <w:sz w:val="24"/>
                <w:szCs w:val="24"/>
              </w:rPr>
            </w:pPr>
            <w:r w:rsidRPr="0082227D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3903" w:type="dxa"/>
          </w:tcPr>
          <w:p w:rsidR="00152217" w:rsidRPr="0082227D" w:rsidRDefault="00152217" w:rsidP="0082227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227D">
              <w:rPr>
                <w:rFonts w:ascii="Times New Roman" w:hAnsi="Times New Roman"/>
                <w:sz w:val="24"/>
                <w:szCs w:val="24"/>
              </w:rPr>
              <w:t>Оформление дидактического и адаптированного материала</w:t>
            </w:r>
          </w:p>
        </w:tc>
        <w:tc>
          <w:tcPr>
            <w:tcW w:w="2213" w:type="dxa"/>
          </w:tcPr>
          <w:p w:rsidR="00152217" w:rsidRPr="0082227D" w:rsidRDefault="00152217" w:rsidP="0082227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227D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13" w:type="dxa"/>
          </w:tcPr>
          <w:p w:rsidR="00152217" w:rsidRPr="0082227D" w:rsidRDefault="00152217" w:rsidP="008222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27D">
              <w:rPr>
                <w:rFonts w:ascii="Times New Roman" w:hAnsi="Times New Roman"/>
                <w:sz w:val="24"/>
                <w:szCs w:val="24"/>
              </w:rPr>
              <w:t xml:space="preserve">Тьютор </w:t>
            </w:r>
          </w:p>
        </w:tc>
      </w:tr>
      <w:tr w:rsidR="00152217" w:rsidRPr="0082227D" w:rsidTr="0082227D">
        <w:tc>
          <w:tcPr>
            <w:tcW w:w="522" w:type="dxa"/>
          </w:tcPr>
          <w:p w:rsidR="00152217" w:rsidRPr="0082227D" w:rsidRDefault="00152217" w:rsidP="0082227D">
            <w:pPr>
              <w:pStyle w:val="ListParagraph"/>
              <w:spacing w:after="0" w:line="240" w:lineRule="auto"/>
              <w:ind w:left="-726" w:firstLine="709"/>
              <w:rPr>
                <w:rFonts w:ascii="Times New Roman" w:hAnsi="Times New Roman"/>
                <w:sz w:val="24"/>
                <w:szCs w:val="24"/>
              </w:rPr>
            </w:pPr>
            <w:r w:rsidRPr="0082227D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3903" w:type="dxa"/>
          </w:tcPr>
          <w:p w:rsidR="00152217" w:rsidRPr="0082227D" w:rsidRDefault="00152217" w:rsidP="0082227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227D">
              <w:rPr>
                <w:rFonts w:ascii="Times New Roman" w:hAnsi="Times New Roman"/>
                <w:sz w:val="24"/>
                <w:szCs w:val="24"/>
              </w:rPr>
              <w:t>Подготовка документов в «Личное дело» учащегося с ОВЗ</w:t>
            </w:r>
          </w:p>
        </w:tc>
        <w:tc>
          <w:tcPr>
            <w:tcW w:w="2213" w:type="dxa"/>
          </w:tcPr>
          <w:p w:rsidR="00152217" w:rsidRPr="0082227D" w:rsidRDefault="00152217" w:rsidP="0082227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227D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13" w:type="dxa"/>
          </w:tcPr>
          <w:p w:rsidR="00152217" w:rsidRPr="0082227D" w:rsidRDefault="00152217" w:rsidP="008222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27D">
              <w:rPr>
                <w:rFonts w:ascii="Times New Roman" w:hAnsi="Times New Roman"/>
                <w:sz w:val="24"/>
                <w:szCs w:val="24"/>
              </w:rPr>
              <w:t xml:space="preserve">Тьютор </w:t>
            </w:r>
          </w:p>
        </w:tc>
      </w:tr>
      <w:tr w:rsidR="00152217" w:rsidRPr="0082227D" w:rsidTr="0082227D">
        <w:tc>
          <w:tcPr>
            <w:tcW w:w="522" w:type="dxa"/>
          </w:tcPr>
          <w:p w:rsidR="00152217" w:rsidRPr="0082227D" w:rsidRDefault="00152217" w:rsidP="0082227D">
            <w:pPr>
              <w:pStyle w:val="ListParagraph"/>
              <w:spacing w:after="0" w:line="240" w:lineRule="auto"/>
              <w:ind w:left="-726" w:firstLine="709"/>
              <w:rPr>
                <w:rFonts w:ascii="Times New Roman" w:hAnsi="Times New Roman"/>
                <w:sz w:val="24"/>
                <w:szCs w:val="24"/>
              </w:rPr>
            </w:pPr>
            <w:r w:rsidRPr="0082227D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3903" w:type="dxa"/>
          </w:tcPr>
          <w:p w:rsidR="00152217" w:rsidRPr="0082227D" w:rsidRDefault="00152217" w:rsidP="0082227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227D">
              <w:rPr>
                <w:rFonts w:ascii="Times New Roman" w:hAnsi="Times New Roman"/>
                <w:sz w:val="24"/>
                <w:szCs w:val="24"/>
              </w:rPr>
              <w:t>Оказание помощи обучающемуся в процессе занятий по успешному включению в работу классного коллектива</w:t>
            </w:r>
          </w:p>
        </w:tc>
        <w:tc>
          <w:tcPr>
            <w:tcW w:w="2213" w:type="dxa"/>
          </w:tcPr>
          <w:p w:rsidR="00152217" w:rsidRPr="0082227D" w:rsidRDefault="00152217" w:rsidP="008222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27D">
              <w:rPr>
                <w:rFonts w:ascii="Times New Roman" w:hAnsi="Times New Roman"/>
                <w:sz w:val="24"/>
                <w:szCs w:val="24"/>
              </w:rPr>
              <w:t xml:space="preserve">Ежедневно </w:t>
            </w:r>
          </w:p>
        </w:tc>
        <w:tc>
          <w:tcPr>
            <w:tcW w:w="2213" w:type="dxa"/>
          </w:tcPr>
          <w:p w:rsidR="00152217" w:rsidRPr="0082227D" w:rsidRDefault="00152217" w:rsidP="008222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27D">
              <w:rPr>
                <w:rFonts w:ascii="Times New Roman" w:hAnsi="Times New Roman"/>
                <w:sz w:val="24"/>
                <w:szCs w:val="24"/>
              </w:rPr>
              <w:t xml:space="preserve">Тьютор </w:t>
            </w:r>
          </w:p>
        </w:tc>
      </w:tr>
      <w:tr w:rsidR="00152217" w:rsidRPr="0082227D" w:rsidTr="0082227D">
        <w:tc>
          <w:tcPr>
            <w:tcW w:w="522" w:type="dxa"/>
          </w:tcPr>
          <w:p w:rsidR="00152217" w:rsidRPr="0082227D" w:rsidRDefault="00152217" w:rsidP="0082227D">
            <w:pPr>
              <w:pStyle w:val="ListParagraph"/>
              <w:spacing w:after="0" w:line="240" w:lineRule="auto"/>
              <w:ind w:left="-726" w:firstLine="709"/>
              <w:rPr>
                <w:rFonts w:ascii="Times New Roman" w:hAnsi="Times New Roman"/>
                <w:sz w:val="24"/>
                <w:szCs w:val="24"/>
              </w:rPr>
            </w:pPr>
            <w:r w:rsidRPr="0082227D"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3903" w:type="dxa"/>
          </w:tcPr>
          <w:p w:rsidR="00152217" w:rsidRPr="0082227D" w:rsidRDefault="00152217" w:rsidP="0082227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227D">
              <w:rPr>
                <w:rFonts w:ascii="Times New Roman" w:hAnsi="Times New Roman"/>
                <w:sz w:val="24"/>
                <w:szCs w:val="24"/>
              </w:rPr>
              <w:t>Создание условий для реальной индивидуализации процесса обучения</w:t>
            </w:r>
          </w:p>
        </w:tc>
        <w:tc>
          <w:tcPr>
            <w:tcW w:w="2213" w:type="dxa"/>
          </w:tcPr>
          <w:p w:rsidR="00152217" w:rsidRPr="0082227D" w:rsidRDefault="00152217" w:rsidP="008222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27D">
              <w:rPr>
                <w:rFonts w:ascii="Times New Roman" w:hAnsi="Times New Roman"/>
                <w:sz w:val="24"/>
                <w:szCs w:val="24"/>
              </w:rPr>
              <w:t xml:space="preserve">Ежедневно </w:t>
            </w:r>
          </w:p>
        </w:tc>
        <w:tc>
          <w:tcPr>
            <w:tcW w:w="2213" w:type="dxa"/>
          </w:tcPr>
          <w:p w:rsidR="00152217" w:rsidRPr="0082227D" w:rsidRDefault="00152217" w:rsidP="008222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27D">
              <w:rPr>
                <w:rFonts w:ascii="Times New Roman" w:hAnsi="Times New Roman"/>
                <w:sz w:val="24"/>
                <w:szCs w:val="24"/>
              </w:rPr>
              <w:t xml:space="preserve">Тьютор </w:t>
            </w:r>
          </w:p>
        </w:tc>
      </w:tr>
      <w:tr w:rsidR="00152217" w:rsidRPr="0082227D" w:rsidTr="0082227D">
        <w:tc>
          <w:tcPr>
            <w:tcW w:w="8851" w:type="dxa"/>
            <w:gridSpan w:val="4"/>
          </w:tcPr>
          <w:p w:rsidR="00152217" w:rsidRPr="0082227D" w:rsidRDefault="00152217" w:rsidP="0082227D">
            <w:pPr>
              <w:pStyle w:val="ListParagraph"/>
              <w:spacing w:after="0" w:line="240" w:lineRule="auto"/>
              <w:ind w:left="-726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27D">
              <w:rPr>
                <w:rFonts w:ascii="Times New Roman" w:hAnsi="Times New Roman"/>
                <w:sz w:val="24"/>
                <w:szCs w:val="24"/>
              </w:rPr>
              <w:t>Учебно-методическое направление</w:t>
            </w:r>
          </w:p>
        </w:tc>
      </w:tr>
      <w:tr w:rsidR="00152217" w:rsidRPr="0082227D" w:rsidTr="0082227D">
        <w:tc>
          <w:tcPr>
            <w:tcW w:w="522" w:type="dxa"/>
          </w:tcPr>
          <w:p w:rsidR="00152217" w:rsidRPr="0082227D" w:rsidRDefault="00152217" w:rsidP="0082227D">
            <w:pPr>
              <w:pStyle w:val="ListParagraph"/>
              <w:spacing w:after="0" w:line="240" w:lineRule="auto"/>
              <w:ind w:left="-726" w:firstLine="709"/>
              <w:rPr>
                <w:rFonts w:ascii="Times New Roman" w:hAnsi="Times New Roman"/>
                <w:sz w:val="24"/>
                <w:szCs w:val="24"/>
              </w:rPr>
            </w:pPr>
            <w:r w:rsidRPr="0082227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03" w:type="dxa"/>
          </w:tcPr>
          <w:p w:rsidR="00152217" w:rsidRPr="0082227D" w:rsidRDefault="00152217" w:rsidP="0082227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227D">
              <w:rPr>
                <w:rFonts w:ascii="Times New Roman" w:hAnsi="Times New Roman"/>
                <w:sz w:val="24"/>
                <w:szCs w:val="24"/>
              </w:rPr>
              <w:t>Консультации родителей учащихся:</w:t>
            </w:r>
          </w:p>
          <w:p w:rsidR="00152217" w:rsidRPr="0082227D" w:rsidRDefault="00152217" w:rsidP="0082227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227D">
              <w:rPr>
                <w:rFonts w:ascii="Times New Roman" w:hAnsi="Times New Roman"/>
                <w:sz w:val="24"/>
                <w:szCs w:val="24"/>
              </w:rPr>
              <w:t>- режимные моменты школы;</w:t>
            </w:r>
          </w:p>
          <w:p w:rsidR="00152217" w:rsidRPr="0082227D" w:rsidRDefault="00152217" w:rsidP="008222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27D">
              <w:rPr>
                <w:rFonts w:ascii="Times New Roman" w:hAnsi="Times New Roman"/>
                <w:sz w:val="24"/>
                <w:szCs w:val="24"/>
              </w:rPr>
              <w:t>- результаты тестирования;</w:t>
            </w:r>
          </w:p>
          <w:p w:rsidR="00152217" w:rsidRPr="0082227D" w:rsidRDefault="00152217" w:rsidP="008222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27D">
              <w:rPr>
                <w:rFonts w:ascii="Times New Roman" w:hAnsi="Times New Roman"/>
                <w:sz w:val="24"/>
                <w:szCs w:val="24"/>
              </w:rPr>
              <w:t>- адаптация учащихся;</w:t>
            </w:r>
          </w:p>
          <w:p w:rsidR="00152217" w:rsidRPr="0082227D" w:rsidRDefault="00152217" w:rsidP="008222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27D">
              <w:rPr>
                <w:rFonts w:ascii="Times New Roman" w:hAnsi="Times New Roman"/>
                <w:sz w:val="24"/>
                <w:szCs w:val="24"/>
              </w:rPr>
              <w:t>- обучающие тренинги;</w:t>
            </w:r>
          </w:p>
          <w:p w:rsidR="00152217" w:rsidRPr="0082227D" w:rsidRDefault="00152217" w:rsidP="0082227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227D">
              <w:rPr>
                <w:rFonts w:ascii="Times New Roman" w:hAnsi="Times New Roman"/>
                <w:sz w:val="24"/>
                <w:szCs w:val="24"/>
              </w:rPr>
              <w:t>- по выполнению домашних заданий;</w:t>
            </w:r>
          </w:p>
          <w:p w:rsidR="00152217" w:rsidRPr="0082227D" w:rsidRDefault="00152217" w:rsidP="008222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27D">
              <w:rPr>
                <w:rFonts w:ascii="Times New Roman" w:hAnsi="Times New Roman"/>
                <w:sz w:val="24"/>
                <w:szCs w:val="24"/>
              </w:rPr>
              <w:t>- по пищевым поощрениям.</w:t>
            </w:r>
          </w:p>
        </w:tc>
        <w:tc>
          <w:tcPr>
            <w:tcW w:w="2213" w:type="dxa"/>
          </w:tcPr>
          <w:p w:rsidR="00152217" w:rsidRPr="0082227D" w:rsidRDefault="00152217" w:rsidP="008222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27D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13" w:type="dxa"/>
          </w:tcPr>
          <w:p w:rsidR="00152217" w:rsidRPr="0082227D" w:rsidRDefault="00152217" w:rsidP="008222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27D">
              <w:rPr>
                <w:rFonts w:ascii="Times New Roman" w:hAnsi="Times New Roman"/>
                <w:sz w:val="24"/>
                <w:szCs w:val="24"/>
              </w:rPr>
              <w:t xml:space="preserve">Тьютор </w:t>
            </w:r>
          </w:p>
        </w:tc>
      </w:tr>
      <w:tr w:rsidR="00152217" w:rsidRPr="0082227D" w:rsidTr="0082227D">
        <w:tc>
          <w:tcPr>
            <w:tcW w:w="522" w:type="dxa"/>
          </w:tcPr>
          <w:p w:rsidR="00152217" w:rsidRPr="0082227D" w:rsidRDefault="00152217" w:rsidP="0082227D">
            <w:pPr>
              <w:pStyle w:val="ListParagraph"/>
              <w:spacing w:after="0" w:line="240" w:lineRule="auto"/>
              <w:ind w:left="-726" w:firstLine="709"/>
              <w:rPr>
                <w:rFonts w:ascii="Times New Roman" w:hAnsi="Times New Roman"/>
                <w:sz w:val="24"/>
                <w:szCs w:val="24"/>
              </w:rPr>
            </w:pPr>
            <w:r w:rsidRPr="0082227D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903" w:type="dxa"/>
          </w:tcPr>
          <w:p w:rsidR="00152217" w:rsidRPr="0082227D" w:rsidRDefault="00152217" w:rsidP="0082227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227D">
              <w:rPr>
                <w:rFonts w:ascii="Times New Roman" w:hAnsi="Times New Roman"/>
                <w:sz w:val="24"/>
                <w:szCs w:val="24"/>
              </w:rPr>
              <w:t>Работа по индивидуальной адаптированной образовательной программе для обучающихся с РАС</w:t>
            </w:r>
          </w:p>
        </w:tc>
        <w:tc>
          <w:tcPr>
            <w:tcW w:w="2213" w:type="dxa"/>
          </w:tcPr>
          <w:p w:rsidR="00152217" w:rsidRPr="0082227D" w:rsidRDefault="00152217" w:rsidP="008222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27D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13" w:type="dxa"/>
          </w:tcPr>
          <w:p w:rsidR="00152217" w:rsidRPr="0082227D" w:rsidRDefault="00152217" w:rsidP="008222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27D">
              <w:rPr>
                <w:rFonts w:ascii="Times New Roman" w:hAnsi="Times New Roman"/>
                <w:sz w:val="24"/>
                <w:szCs w:val="24"/>
              </w:rPr>
              <w:t xml:space="preserve">Тьютор </w:t>
            </w:r>
          </w:p>
        </w:tc>
      </w:tr>
      <w:tr w:rsidR="00152217" w:rsidRPr="0082227D" w:rsidTr="0082227D">
        <w:tc>
          <w:tcPr>
            <w:tcW w:w="522" w:type="dxa"/>
          </w:tcPr>
          <w:p w:rsidR="00152217" w:rsidRPr="0082227D" w:rsidRDefault="00152217" w:rsidP="0082227D">
            <w:pPr>
              <w:pStyle w:val="ListParagraph"/>
              <w:spacing w:after="0" w:line="240" w:lineRule="auto"/>
              <w:ind w:left="-726" w:firstLine="709"/>
              <w:rPr>
                <w:rFonts w:ascii="Times New Roman" w:hAnsi="Times New Roman"/>
                <w:sz w:val="24"/>
                <w:szCs w:val="24"/>
              </w:rPr>
            </w:pPr>
            <w:r w:rsidRPr="0082227D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3903" w:type="dxa"/>
          </w:tcPr>
          <w:p w:rsidR="00152217" w:rsidRPr="0082227D" w:rsidRDefault="00152217" w:rsidP="0082227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227D">
              <w:rPr>
                <w:rFonts w:ascii="Times New Roman" w:hAnsi="Times New Roman"/>
                <w:sz w:val="24"/>
                <w:szCs w:val="24"/>
              </w:rPr>
              <w:t>Работа по специальной индивидуальной программе развития для обучающихся с РАС</w:t>
            </w:r>
          </w:p>
        </w:tc>
        <w:tc>
          <w:tcPr>
            <w:tcW w:w="2213" w:type="dxa"/>
          </w:tcPr>
          <w:p w:rsidR="00152217" w:rsidRPr="0082227D" w:rsidRDefault="00152217" w:rsidP="008222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27D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13" w:type="dxa"/>
          </w:tcPr>
          <w:p w:rsidR="00152217" w:rsidRPr="0082227D" w:rsidRDefault="00152217" w:rsidP="008222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27D">
              <w:rPr>
                <w:rFonts w:ascii="Times New Roman" w:hAnsi="Times New Roman"/>
                <w:sz w:val="24"/>
                <w:szCs w:val="24"/>
              </w:rPr>
              <w:t xml:space="preserve">Тьютор </w:t>
            </w:r>
          </w:p>
        </w:tc>
      </w:tr>
      <w:tr w:rsidR="00152217" w:rsidRPr="0082227D" w:rsidTr="0082227D">
        <w:tc>
          <w:tcPr>
            <w:tcW w:w="522" w:type="dxa"/>
          </w:tcPr>
          <w:p w:rsidR="00152217" w:rsidRPr="0082227D" w:rsidRDefault="00152217" w:rsidP="0082227D">
            <w:pPr>
              <w:pStyle w:val="ListParagraph"/>
              <w:spacing w:after="0" w:line="240" w:lineRule="auto"/>
              <w:ind w:left="-726" w:firstLine="709"/>
              <w:rPr>
                <w:rFonts w:ascii="Times New Roman" w:hAnsi="Times New Roman"/>
                <w:sz w:val="24"/>
                <w:szCs w:val="24"/>
              </w:rPr>
            </w:pPr>
            <w:r w:rsidRPr="0082227D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3903" w:type="dxa"/>
          </w:tcPr>
          <w:p w:rsidR="00152217" w:rsidRPr="0082227D" w:rsidRDefault="00152217" w:rsidP="0082227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227D">
              <w:rPr>
                <w:rFonts w:ascii="Times New Roman" w:hAnsi="Times New Roman"/>
                <w:sz w:val="24"/>
                <w:szCs w:val="24"/>
              </w:rPr>
              <w:t>Проведение развивающих коррекционно-развивающих занятий</w:t>
            </w:r>
          </w:p>
        </w:tc>
        <w:tc>
          <w:tcPr>
            <w:tcW w:w="2213" w:type="dxa"/>
          </w:tcPr>
          <w:p w:rsidR="00152217" w:rsidRPr="0082227D" w:rsidRDefault="00152217" w:rsidP="0082227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227D">
              <w:rPr>
                <w:rFonts w:ascii="Times New Roman" w:hAnsi="Times New Roman"/>
                <w:sz w:val="24"/>
                <w:szCs w:val="24"/>
              </w:rPr>
              <w:t>Согласно расписанию индивидуальных занятий</w:t>
            </w:r>
          </w:p>
        </w:tc>
        <w:tc>
          <w:tcPr>
            <w:tcW w:w="2213" w:type="dxa"/>
          </w:tcPr>
          <w:p w:rsidR="00152217" w:rsidRPr="0082227D" w:rsidRDefault="00152217" w:rsidP="0082227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227D">
              <w:rPr>
                <w:rFonts w:ascii="Times New Roman" w:hAnsi="Times New Roman"/>
                <w:sz w:val="24"/>
                <w:szCs w:val="24"/>
              </w:rPr>
              <w:t>Тьютор, учитель</w:t>
            </w:r>
          </w:p>
        </w:tc>
      </w:tr>
      <w:tr w:rsidR="00152217" w:rsidRPr="0082227D" w:rsidTr="0082227D">
        <w:tc>
          <w:tcPr>
            <w:tcW w:w="522" w:type="dxa"/>
          </w:tcPr>
          <w:p w:rsidR="00152217" w:rsidRPr="0082227D" w:rsidRDefault="00152217" w:rsidP="0082227D">
            <w:pPr>
              <w:pStyle w:val="ListParagraph"/>
              <w:spacing w:after="0" w:line="240" w:lineRule="auto"/>
              <w:ind w:left="-726" w:firstLine="709"/>
              <w:rPr>
                <w:rFonts w:ascii="Times New Roman" w:hAnsi="Times New Roman"/>
                <w:sz w:val="24"/>
                <w:szCs w:val="24"/>
              </w:rPr>
            </w:pPr>
            <w:r w:rsidRPr="0082227D"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3903" w:type="dxa"/>
          </w:tcPr>
          <w:p w:rsidR="00152217" w:rsidRPr="0082227D" w:rsidRDefault="00152217" w:rsidP="0082227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227D">
              <w:rPr>
                <w:rFonts w:ascii="Times New Roman" w:hAnsi="Times New Roman"/>
                <w:sz w:val="24"/>
                <w:szCs w:val="24"/>
              </w:rPr>
              <w:t>Составление характеристик учащихся</w:t>
            </w:r>
          </w:p>
        </w:tc>
        <w:tc>
          <w:tcPr>
            <w:tcW w:w="2213" w:type="dxa"/>
          </w:tcPr>
          <w:p w:rsidR="00152217" w:rsidRPr="0082227D" w:rsidRDefault="00152217" w:rsidP="0082227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227D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13" w:type="dxa"/>
          </w:tcPr>
          <w:p w:rsidR="00152217" w:rsidRPr="0082227D" w:rsidRDefault="00152217" w:rsidP="0082227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227D">
              <w:rPr>
                <w:rFonts w:ascii="Times New Roman" w:hAnsi="Times New Roman"/>
                <w:sz w:val="24"/>
                <w:szCs w:val="24"/>
              </w:rPr>
              <w:t>Тьютор, учитель, психолог</w:t>
            </w:r>
          </w:p>
        </w:tc>
      </w:tr>
      <w:tr w:rsidR="00152217" w:rsidRPr="0082227D" w:rsidTr="0082227D">
        <w:tc>
          <w:tcPr>
            <w:tcW w:w="522" w:type="dxa"/>
          </w:tcPr>
          <w:p w:rsidR="00152217" w:rsidRPr="0082227D" w:rsidRDefault="00152217" w:rsidP="0082227D">
            <w:pPr>
              <w:pStyle w:val="ListParagraph"/>
              <w:spacing w:after="0" w:line="240" w:lineRule="auto"/>
              <w:ind w:left="-726" w:firstLine="709"/>
              <w:rPr>
                <w:rFonts w:ascii="Times New Roman" w:hAnsi="Times New Roman"/>
                <w:sz w:val="24"/>
                <w:szCs w:val="24"/>
              </w:rPr>
            </w:pPr>
            <w:r w:rsidRPr="0082227D">
              <w:rPr>
                <w:rFonts w:ascii="Times New Roman" w:hAnsi="Times New Roman"/>
                <w:sz w:val="24"/>
                <w:szCs w:val="24"/>
              </w:rPr>
              <w:t>3.5</w:t>
            </w:r>
          </w:p>
        </w:tc>
        <w:tc>
          <w:tcPr>
            <w:tcW w:w="3903" w:type="dxa"/>
          </w:tcPr>
          <w:p w:rsidR="00152217" w:rsidRPr="0082227D" w:rsidRDefault="00152217" w:rsidP="0082227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227D">
              <w:rPr>
                <w:rFonts w:ascii="Times New Roman" w:hAnsi="Times New Roman"/>
                <w:sz w:val="24"/>
                <w:szCs w:val="24"/>
              </w:rPr>
              <w:t>Представление учащихся на ПМПК</w:t>
            </w:r>
          </w:p>
        </w:tc>
        <w:tc>
          <w:tcPr>
            <w:tcW w:w="2213" w:type="dxa"/>
          </w:tcPr>
          <w:p w:rsidR="00152217" w:rsidRPr="0082227D" w:rsidRDefault="00152217" w:rsidP="0082227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227D">
              <w:rPr>
                <w:rFonts w:ascii="Times New Roman" w:hAnsi="Times New Roman"/>
                <w:sz w:val="24"/>
                <w:szCs w:val="24"/>
              </w:rPr>
              <w:t>По графику работы ПМПК</w:t>
            </w:r>
          </w:p>
        </w:tc>
        <w:tc>
          <w:tcPr>
            <w:tcW w:w="2213" w:type="dxa"/>
          </w:tcPr>
          <w:p w:rsidR="00152217" w:rsidRPr="0082227D" w:rsidRDefault="00152217" w:rsidP="008222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27D">
              <w:rPr>
                <w:rFonts w:ascii="Times New Roman" w:hAnsi="Times New Roman"/>
                <w:sz w:val="24"/>
                <w:szCs w:val="24"/>
              </w:rPr>
              <w:t xml:space="preserve">Тьютор </w:t>
            </w:r>
          </w:p>
        </w:tc>
      </w:tr>
      <w:tr w:rsidR="00152217" w:rsidRPr="0082227D" w:rsidTr="0082227D">
        <w:tc>
          <w:tcPr>
            <w:tcW w:w="522" w:type="dxa"/>
          </w:tcPr>
          <w:p w:rsidR="00152217" w:rsidRPr="0082227D" w:rsidRDefault="00152217" w:rsidP="0082227D">
            <w:pPr>
              <w:pStyle w:val="ListParagraph"/>
              <w:spacing w:after="0" w:line="240" w:lineRule="auto"/>
              <w:ind w:left="-726" w:firstLine="709"/>
              <w:rPr>
                <w:rFonts w:ascii="Times New Roman" w:hAnsi="Times New Roman"/>
                <w:sz w:val="24"/>
                <w:szCs w:val="24"/>
              </w:rPr>
            </w:pPr>
            <w:r w:rsidRPr="0082227D">
              <w:rPr>
                <w:rFonts w:ascii="Times New Roman" w:hAnsi="Times New Roman"/>
                <w:sz w:val="24"/>
                <w:szCs w:val="24"/>
              </w:rPr>
              <w:t>3.6</w:t>
            </w:r>
          </w:p>
        </w:tc>
        <w:tc>
          <w:tcPr>
            <w:tcW w:w="3903" w:type="dxa"/>
          </w:tcPr>
          <w:p w:rsidR="00152217" w:rsidRPr="0082227D" w:rsidRDefault="00152217" w:rsidP="0082227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227D">
              <w:rPr>
                <w:rFonts w:ascii="Times New Roman" w:hAnsi="Times New Roman"/>
                <w:sz w:val="24"/>
                <w:szCs w:val="24"/>
              </w:rPr>
              <w:t>Участие в педагогическом совете, школьном семинаре, работе методического объединения коррекционного блока школы, организация и участие в городском метод объединении</w:t>
            </w:r>
          </w:p>
        </w:tc>
        <w:tc>
          <w:tcPr>
            <w:tcW w:w="2213" w:type="dxa"/>
          </w:tcPr>
          <w:p w:rsidR="00152217" w:rsidRPr="0082227D" w:rsidRDefault="00152217" w:rsidP="0082227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227D">
              <w:rPr>
                <w:rFonts w:ascii="Times New Roman" w:hAnsi="Times New Roman"/>
                <w:sz w:val="24"/>
                <w:szCs w:val="24"/>
              </w:rPr>
              <w:t>По общешкольному плану</w:t>
            </w:r>
          </w:p>
          <w:p w:rsidR="00152217" w:rsidRPr="0082227D" w:rsidRDefault="00152217" w:rsidP="0082227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227D">
              <w:rPr>
                <w:rFonts w:ascii="Times New Roman" w:hAnsi="Times New Roman"/>
                <w:sz w:val="24"/>
                <w:szCs w:val="24"/>
              </w:rPr>
              <w:t>По плану ГМО тьюторов</w:t>
            </w:r>
          </w:p>
        </w:tc>
        <w:tc>
          <w:tcPr>
            <w:tcW w:w="2213" w:type="dxa"/>
          </w:tcPr>
          <w:p w:rsidR="00152217" w:rsidRPr="0082227D" w:rsidRDefault="00152217" w:rsidP="008222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27D">
              <w:rPr>
                <w:rFonts w:ascii="Times New Roman" w:hAnsi="Times New Roman"/>
                <w:sz w:val="24"/>
                <w:szCs w:val="24"/>
              </w:rPr>
              <w:t xml:space="preserve">Тьютор </w:t>
            </w:r>
          </w:p>
        </w:tc>
      </w:tr>
      <w:tr w:rsidR="00152217" w:rsidRPr="0082227D" w:rsidTr="0082227D">
        <w:tc>
          <w:tcPr>
            <w:tcW w:w="8851" w:type="dxa"/>
            <w:gridSpan w:val="4"/>
          </w:tcPr>
          <w:p w:rsidR="00152217" w:rsidRPr="0082227D" w:rsidRDefault="00152217" w:rsidP="0082227D">
            <w:pPr>
              <w:pStyle w:val="ListParagraph"/>
              <w:spacing w:after="0" w:line="240" w:lineRule="auto"/>
              <w:ind w:left="-726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27D">
              <w:rPr>
                <w:rFonts w:ascii="Times New Roman" w:hAnsi="Times New Roman"/>
                <w:sz w:val="24"/>
                <w:szCs w:val="24"/>
              </w:rPr>
              <w:t>Диагностико-аналитическая деятельность</w:t>
            </w:r>
          </w:p>
        </w:tc>
      </w:tr>
      <w:tr w:rsidR="00152217" w:rsidRPr="0082227D" w:rsidTr="0082227D">
        <w:tc>
          <w:tcPr>
            <w:tcW w:w="522" w:type="dxa"/>
          </w:tcPr>
          <w:p w:rsidR="00152217" w:rsidRPr="0082227D" w:rsidRDefault="00152217" w:rsidP="0082227D">
            <w:pPr>
              <w:pStyle w:val="ListParagraph"/>
              <w:spacing w:after="0" w:line="240" w:lineRule="auto"/>
              <w:ind w:left="-726" w:firstLine="709"/>
              <w:rPr>
                <w:rFonts w:ascii="Times New Roman" w:hAnsi="Times New Roman"/>
                <w:sz w:val="24"/>
                <w:szCs w:val="24"/>
              </w:rPr>
            </w:pPr>
            <w:r w:rsidRPr="0082227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03" w:type="dxa"/>
          </w:tcPr>
          <w:p w:rsidR="00152217" w:rsidRPr="0082227D" w:rsidRDefault="00152217" w:rsidP="0082227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227D">
              <w:rPr>
                <w:rFonts w:ascii="Times New Roman" w:hAnsi="Times New Roman"/>
                <w:sz w:val="24"/>
                <w:szCs w:val="24"/>
              </w:rPr>
              <w:t>Участие в родительских собраниях:</w:t>
            </w:r>
          </w:p>
          <w:p w:rsidR="00152217" w:rsidRPr="0082227D" w:rsidRDefault="00152217" w:rsidP="0082227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227D">
              <w:rPr>
                <w:rFonts w:ascii="Times New Roman" w:hAnsi="Times New Roman"/>
                <w:sz w:val="24"/>
                <w:szCs w:val="24"/>
              </w:rPr>
              <w:t>«Режимные моменты школы»</w:t>
            </w:r>
          </w:p>
          <w:p w:rsidR="00152217" w:rsidRPr="0082227D" w:rsidRDefault="00152217" w:rsidP="008222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27D">
              <w:rPr>
                <w:rFonts w:ascii="Times New Roman" w:hAnsi="Times New Roman"/>
                <w:sz w:val="24"/>
                <w:szCs w:val="24"/>
              </w:rPr>
              <w:t>«Тьютор в нашей школе»</w:t>
            </w:r>
          </w:p>
          <w:p w:rsidR="00152217" w:rsidRPr="0082227D" w:rsidRDefault="00152217" w:rsidP="0082227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227D">
              <w:rPr>
                <w:rFonts w:ascii="Times New Roman" w:hAnsi="Times New Roman"/>
                <w:sz w:val="24"/>
                <w:szCs w:val="24"/>
              </w:rPr>
              <w:t>«Динамика развития тестирования»</w:t>
            </w:r>
          </w:p>
          <w:p w:rsidR="00152217" w:rsidRPr="0082227D" w:rsidRDefault="00152217" w:rsidP="008222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27D">
              <w:rPr>
                <w:rFonts w:ascii="Times New Roman" w:hAnsi="Times New Roman"/>
                <w:sz w:val="24"/>
                <w:szCs w:val="24"/>
              </w:rPr>
              <w:t>«Инклюзивное образование»</w:t>
            </w:r>
          </w:p>
          <w:p w:rsidR="00152217" w:rsidRPr="0082227D" w:rsidRDefault="00152217" w:rsidP="0082227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227D">
              <w:rPr>
                <w:rFonts w:ascii="Times New Roman" w:hAnsi="Times New Roman"/>
                <w:sz w:val="24"/>
                <w:szCs w:val="24"/>
              </w:rPr>
              <w:t>«Результаты освоения программ учащимися на конец 2016-2017 учебного года»</w:t>
            </w:r>
          </w:p>
        </w:tc>
        <w:tc>
          <w:tcPr>
            <w:tcW w:w="2213" w:type="dxa"/>
          </w:tcPr>
          <w:p w:rsidR="00152217" w:rsidRPr="0082227D" w:rsidRDefault="00152217" w:rsidP="0082227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227D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13" w:type="dxa"/>
          </w:tcPr>
          <w:p w:rsidR="00152217" w:rsidRPr="0082227D" w:rsidRDefault="00152217" w:rsidP="0082227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227D">
              <w:rPr>
                <w:rFonts w:ascii="Times New Roman" w:hAnsi="Times New Roman"/>
                <w:sz w:val="24"/>
                <w:szCs w:val="24"/>
              </w:rPr>
              <w:t>Тьютор, учитель</w:t>
            </w:r>
          </w:p>
        </w:tc>
      </w:tr>
      <w:tr w:rsidR="00152217" w:rsidRPr="0082227D" w:rsidTr="0082227D">
        <w:tc>
          <w:tcPr>
            <w:tcW w:w="522" w:type="dxa"/>
          </w:tcPr>
          <w:p w:rsidR="00152217" w:rsidRPr="0082227D" w:rsidRDefault="00152217" w:rsidP="0082227D">
            <w:pPr>
              <w:pStyle w:val="ListParagraph"/>
              <w:spacing w:after="0" w:line="240" w:lineRule="auto"/>
              <w:ind w:left="-726" w:firstLine="709"/>
              <w:rPr>
                <w:rFonts w:ascii="Times New Roman" w:hAnsi="Times New Roman"/>
                <w:sz w:val="24"/>
                <w:szCs w:val="24"/>
              </w:rPr>
            </w:pPr>
            <w:r w:rsidRPr="0082227D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3903" w:type="dxa"/>
          </w:tcPr>
          <w:p w:rsidR="00152217" w:rsidRPr="0082227D" w:rsidRDefault="00152217" w:rsidP="0082227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227D">
              <w:rPr>
                <w:rFonts w:ascii="Times New Roman" w:hAnsi="Times New Roman"/>
                <w:sz w:val="24"/>
                <w:szCs w:val="24"/>
              </w:rPr>
              <w:t>Обновление банка данных воспитанников</w:t>
            </w:r>
          </w:p>
        </w:tc>
        <w:tc>
          <w:tcPr>
            <w:tcW w:w="2213" w:type="dxa"/>
          </w:tcPr>
          <w:p w:rsidR="00152217" w:rsidRPr="0082227D" w:rsidRDefault="00152217" w:rsidP="0082227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227D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13" w:type="dxa"/>
          </w:tcPr>
          <w:p w:rsidR="00152217" w:rsidRPr="0082227D" w:rsidRDefault="00152217" w:rsidP="008222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27D">
              <w:rPr>
                <w:rFonts w:ascii="Times New Roman" w:hAnsi="Times New Roman"/>
                <w:sz w:val="24"/>
                <w:szCs w:val="24"/>
              </w:rPr>
              <w:t xml:space="preserve">Тьютор </w:t>
            </w:r>
          </w:p>
        </w:tc>
      </w:tr>
      <w:tr w:rsidR="00152217" w:rsidRPr="0082227D" w:rsidTr="0082227D">
        <w:tc>
          <w:tcPr>
            <w:tcW w:w="522" w:type="dxa"/>
          </w:tcPr>
          <w:p w:rsidR="00152217" w:rsidRPr="0082227D" w:rsidRDefault="00152217" w:rsidP="0082227D">
            <w:pPr>
              <w:pStyle w:val="ListParagraph"/>
              <w:spacing w:after="0" w:line="240" w:lineRule="auto"/>
              <w:ind w:left="-726" w:firstLine="709"/>
              <w:rPr>
                <w:rFonts w:ascii="Times New Roman" w:hAnsi="Times New Roman"/>
                <w:sz w:val="24"/>
                <w:szCs w:val="24"/>
              </w:rPr>
            </w:pPr>
            <w:r w:rsidRPr="0082227D"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3903" w:type="dxa"/>
          </w:tcPr>
          <w:p w:rsidR="00152217" w:rsidRPr="0082227D" w:rsidRDefault="00152217" w:rsidP="0082227D">
            <w:pPr>
              <w:pStyle w:val="ListParagraph"/>
              <w:spacing w:after="0" w:line="240" w:lineRule="auto"/>
              <w:ind w:left="0" w:firstLine="709"/>
              <w:rPr>
                <w:rFonts w:ascii="Times New Roman" w:hAnsi="Times New Roman"/>
                <w:sz w:val="24"/>
                <w:szCs w:val="24"/>
              </w:rPr>
            </w:pPr>
            <w:r w:rsidRPr="0082227D">
              <w:rPr>
                <w:rFonts w:ascii="Times New Roman" w:hAnsi="Times New Roman"/>
                <w:sz w:val="24"/>
                <w:szCs w:val="24"/>
              </w:rPr>
              <w:t>Изучение личных дел учащихся</w:t>
            </w:r>
          </w:p>
        </w:tc>
        <w:tc>
          <w:tcPr>
            <w:tcW w:w="2213" w:type="dxa"/>
          </w:tcPr>
          <w:p w:rsidR="00152217" w:rsidRPr="0082227D" w:rsidRDefault="00152217" w:rsidP="0082227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227D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13" w:type="dxa"/>
          </w:tcPr>
          <w:p w:rsidR="00152217" w:rsidRPr="0082227D" w:rsidRDefault="00152217" w:rsidP="008222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27D">
              <w:rPr>
                <w:rFonts w:ascii="Times New Roman" w:hAnsi="Times New Roman"/>
                <w:sz w:val="24"/>
                <w:szCs w:val="24"/>
              </w:rPr>
              <w:t>Тьютор</w:t>
            </w:r>
          </w:p>
        </w:tc>
      </w:tr>
      <w:tr w:rsidR="00152217" w:rsidRPr="0082227D" w:rsidTr="0082227D">
        <w:tc>
          <w:tcPr>
            <w:tcW w:w="522" w:type="dxa"/>
          </w:tcPr>
          <w:p w:rsidR="00152217" w:rsidRPr="0082227D" w:rsidRDefault="00152217" w:rsidP="0082227D">
            <w:pPr>
              <w:pStyle w:val="ListParagraph"/>
              <w:spacing w:after="0" w:line="240" w:lineRule="auto"/>
              <w:ind w:left="-726" w:firstLine="709"/>
              <w:rPr>
                <w:rFonts w:ascii="Times New Roman" w:hAnsi="Times New Roman"/>
                <w:sz w:val="24"/>
                <w:szCs w:val="24"/>
              </w:rPr>
            </w:pPr>
            <w:r w:rsidRPr="0082227D">
              <w:rPr>
                <w:rFonts w:ascii="Times New Roman" w:hAnsi="Times New Roman"/>
                <w:sz w:val="24"/>
                <w:szCs w:val="24"/>
              </w:rPr>
              <w:t>4.3</w:t>
            </w:r>
          </w:p>
        </w:tc>
        <w:tc>
          <w:tcPr>
            <w:tcW w:w="3903" w:type="dxa"/>
          </w:tcPr>
          <w:p w:rsidR="00152217" w:rsidRPr="0082227D" w:rsidRDefault="00152217" w:rsidP="008222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27D">
              <w:rPr>
                <w:rFonts w:ascii="Times New Roman" w:hAnsi="Times New Roman"/>
                <w:sz w:val="24"/>
                <w:szCs w:val="24"/>
              </w:rPr>
              <w:t>Изучение медицинских карт</w:t>
            </w:r>
          </w:p>
        </w:tc>
        <w:tc>
          <w:tcPr>
            <w:tcW w:w="2213" w:type="dxa"/>
          </w:tcPr>
          <w:p w:rsidR="00152217" w:rsidRPr="0082227D" w:rsidRDefault="00152217" w:rsidP="0082227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227D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13" w:type="dxa"/>
          </w:tcPr>
          <w:p w:rsidR="00152217" w:rsidRPr="0082227D" w:rsidRDefault="00152217" w:rsidP="008222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27D">
              <w:rPr>
                <w:rFonts w:ascii="Times New Roman" w:hAnsi="Times New Roman"/>
                <w:sz w:val="24"/>
                <w:szCs w:val="24"/>
              </w:rPr>
              <w:t>Тьютор</w:t>
            </w:r>
          </w:p>
        </w:tc>
      </w:tr>
      <w:tr w:rsidR="00152217" w:rsidRPr="0082227D" w:rsidTr="0082227D">
        <w:tc>
          <w:tcPr>
            <w:tcW w:w="522" w:type="dxa"/>
          </w:tcPr>
          <w:p w:rsidR="00152217" w:rsidRPr="0082227D" w:rsidRDefault="00152217" w:rsidP="0082227D">
            <w:pPr>
              <w:pStyle w:val="ListParagraph"/>
              <w:spacing w:after="0" w:line="240" w:lineRule="auto"/>
              <w:ind w:left="-726" w:firstLine="709"/>
              <w:rPr>
                <w:rFonts w:ascii="Times New Roman" w:hAnsi="Times New Roman"/>
                <w:sz w:val="24"/>
                <w:szCs w:val="24"/>
              </w:rPr>
            </w:pPr>
            <w:r w:rsidRPr="0082227D">
              <w:rPr>
                <w:rFonts w:ascii="Times New Roman" w:hAnsi="Times New Roman"/>
                <w:sz w:val="24"/>
                <w:szCs w:val="24"/>
              </w:rPr>
              <w:t>4.4</w:t>
            </w:r>
          </w:p>
        </w:tc>
        <w:tc>
          <w:tcPr>
            <w:tcW w:w="3903" w:type="dxa"/>
          </w:tcPr>
          <w:p w:rsidR="00152217" w:rsidRPr="0082227D" w:rsidRDefault="00152217" w:rsidP="008222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27D">
              <w:rPr>
                <w:rFonts w:ascii="Times New Roman" w:hAnsi="Times New Roman"/>
                <w:sz w:val="24"/>
                <w:szCs w:val="24"/>
              </w:rPr>
              <w:t>Анкетирование родителей</w:t>
            </w:r>
          </w:p>
        </w:tc>
        <w:tc>
          <w:tcPr>
            <w:tcW w:w="2213" w:type="dxa"/>
          </w:tcPr>
          <w:p w:rsidR="00152217" w:rsidRPr="0082227D" w:rsidRDefault="00152217" w:rsidP="0082227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227D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13" w:type="dxa"/>
          </w:tcPr>
          <w:p w:rsidR="00152217" w:rsidRPr="0082227D" w:rsidRDefault="00152217" w:rsidP="008222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27D">
              <w:rPr>
                <w:rFonts w:ascii="Times New Roman" w:hAnsi="Times New Roman"/>
                <w:sz w:val="24"/>
                <w:szCs w:val="24"/>
              </w:rPr>
              <w:t>Тьютор</w:t>
            </w:r>
          </w:p>
        </w:tc>
      </w:tr>
      <w:tr w:rsidR="00152217" w:rsidRPr="0082227D" w:rsidTr="0082227D">
        <w:tc>
          <w:tcPr>
            <w:tcW w:w="522" w:type="dxa"/>
          </w:tcPr>
          <w:p w:rsidR="00152217" w:rsidRPr="0082227D" w:rsidRDefault="00152217" w:rsidP="0082227D">
            <w:pPr>
              <w:pStyle w:val="ListParagraph"/>
              <w:spacing w:after="0" w:line="240" w:lineRule="auto"/>
              <w:ind w:left="-726" w:firstLine="709"/>
              <w:rPr>
                <w:rFonts w:ascii="Times New Roman" w:hAnsi="Times New Roman"/>
                <w:sz w:val="24"/>
                <w:szCs w:val="24"/>
              </w:rPr>
            </w:pPr>
            <w:r w:rsidRPr="0082227D">
              <w:rPr>
                <w:rFonts w:ascii="Times New Roman" w:hAnsi="Times New Roman"/>
                <w:sz w:val="24"/>
                <w:szCs w:val="24"/>
              </w:rPr>
              <w:t>4.5</w:t>
            </w:r>
          </w:p>
        </w:tc>
        <w:tc>
          <w:tcPr>
            <w:tcW w:w="3903" w:type="dxa"/>
          </w:tcPr>
          <w:p w:rsidR="00152217" w:rsidRPr="0082227D" w:rsidRDefault="00152217" w:rsidP="0082227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227D">
              <w:rPr>
                <w:rFonts w:ascii="Times New Roman" w:hAnsi="Times New Roman"/>
                <w:sz w:val="24"/>
                <w:szCs w:val="24"/>
              </w:rPr>
              <w:t>Проведение мониторинга поощрений учащихся</w:t>
            </w:r>
          </w:p>
        </w:tc>
        <w:tc>
          <w:tcPr>
            <w:tcW w:w="2213" w:type="dxa"/>
          </w:tcPr>
          <w:p w:rsidR="00152217" w:rsidRPr="0082227D" w:rsidRDefault="00152217" w:rsidP="0082227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227D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13" w:type="dxa"/>
          </w:tcPr>
          <w:p w:rsidR="00152217" w:rsidRPr="0082227D" w:rsidRDefault="00152217" w:rsidP="008222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27D">
              <w:rPr>
                <w:rFonts w:ascii="Times New Roman" w:hAnsi="Times New Roman"/>
                <w:sz w:val="24"/>
                <w:szCs w:val="24"/>
              </w:rPr>
              <w:t>Тьютор</w:t>
            </w:r>
          </w:p>
        </w:tc>
      </w:tr>
      <w:tr w:rsidR="00152217" w:rsidRPr="0082227D" w:rsidTr="0082227D">
        <w:tc>
          <w:tcPr>
            <w:tcW w:w="522" w:type="dxa"/>
          </w:tcPr>
          <w:p w:rsidR="00152217" w:rsidRPr="0082227D" w:rsidRDefault="00152217" w:rsidP="0082227D">
            <w:pPr>
              <w:pStyle w:val="ListParagraph"/>
              <w:spacing w:after="0" w:line="240" w:lineRule="auto"/>
              <w:ind w:left="-726" w:firstLine="709"/>
              <w:rPr>
                <w:rFonts w:ascii="Times New Roman" w:hAnsi="Times New Roman"/>
                <w:sz w:val="24"/>
                <w:szCs w:val="24"/>
              </w:rPr>
            </w:pPr>
            <w:r w:rsidRPr="0082227D">
              <w:rPr>
                <w:rFonts w:ascii="Times New Roman" w:hAnsi="Times New Roman"/>
                <w:sz w:val="24"/>
                <w:szCs w:val="24"/>
              </w:rPr>
              <w:t>4.6</w:t>
            </w:r>
          </w:p>
        </w:tc>
        <w:tc>
          <w:tcPr>
            <w:tcW w:w="3903" w:type="dxa"/>
          </w:tcPr>
          <w:p w:rsidR="00152217" w:rsidRPr="0082227D" w:rsidRDefault="00152217" w:rsidP="0082227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227D">
              <w:rPr>
                <w:rFonts w:ascii="Times New Roman" w:hAnsi="Times New Roman"/>
                <w:sz w:val="24"/>
                <w:szCs w:val="24"/>
              </w:rPr>
              <w:t>Анализ работы тьютора за 2016-2017 учебный год</w:t>
            </w:r>
          </w:p>
        </w:tc>
        <w:tc>
          <w:tcPr>
            <w:tcW w:w="2213" w:type="dxa"/>
          </w:tcPr>
          <w:p w:rsidR="00152217" w:rsidRPr="0082227D" w:rsidRDefault="00152217" w:rsidP="008222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27D">
              <w:rPr>
                <w:rFonts w:ascii="Times New Roman" w:hAnsi="Times New Roman"/>
                <w:sz w:val="24"/>
                <w:szCs w:val="24"/>
              </w:rPr>
              <w:t xml:space="preserve">Май </w:t>
            </w:r>
          </w:p>
        </w:tc>
        <w:tc>
          <w:tcPr>
            <w:tcW w:w="2213" w:type="dxa"/>
          </w:tcPr>
          <w:p w:rsidR="00152217" w:rsidRPr="0082227D" w:rsidRDefault="00152217" w:rsidP="0082227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227D">
              <w:rPr>
                <w:rFonts w:ascii="Times New Roman" w:hAnsi="Times New Roman"/>
                <w:sz w:val="24"/>
                <w:szCs w:val="24"/>
              </w:rPr>
              <w:t>Тьютор, Зам. Директора</w:t>
            </w:r>
          </w:p>
        </w:tc>
      </w:tr>
    </w:tbl>
    <w:p w:rsidR="00152217" w:rsidRPr="009E6E7B" w:rsidRDefault="00152217" w:rsidP="00CD50FF">
      <w:pPr>
        <w:pStyle w:val="ListParagraph"/>
        <w:ind w:left="0" w:firstLine="709"/>
        <w:rPr>
          <w:rFonts w:ascii="Times New Roman" w:hAnsi="Times New Roman"/>
          <w:sz w:val="24"/>
          <w:szCs w:val="24"/>
        </w:rPr>
      </w:pPr>
    </w:p>
    <w:p w:rsidR="00152217" w:rsidRPr="009E6E7B" w:rsidRDefault="00152217" w:rsidP="00CD50FF">
      <w:pPr>
        <w:pStyle w:val="ListParagraph"/>
        <w:ind w:left="0" w:firstLine="709"/>
        <w:rPr>
          <w:rFonts w:ascii="Times New Roman" w:hAnsi="Times New Roman"/>
          <w:sz w:val="24"/>
          <w:szCs w:val="24"/>
        </w:rPr>
      </w:pPr>
    </w:p>
    <w:p w:rsidR="00152217" w:rsidRPr="009E6E7B" w:rsidRDefault="00152217" w:rsidP="00CD50FF">
      <w:pPr>
        <w:pStyle w:val="ListParagraph"/>
        <w:ind w:left="0" w:firstLine="709"/>
        <w:rPr>
          <w:rFonts w:ascii="Times New Roman" w:hAnsi="Times New Roman"/>
          <w:sz w:val="24"/>
          <w:szCs w:val="24"/>
        </w:rPr>
      </w:pPr>
    </w:p>
    <w:p w:rsidR="00152217" w:rsidRPr="009E6E7B" w:rsidRDefault="00152217" w:rsidP="00CD50FF">
      <w:pPr>
        <w:pStyle w:val="ListParagraph"/>
        <w:ind w:left="0" w:firstLine="709"/>
        <w:rPr>
          <w:rFonts w:ascii="Times New Roman" w:hAnsi="Times New Roman"/>
          <w:sz w:val="24"/>
          <w:szCs w:val="24"/>
        </w:rPr>
      </w:pPr>
    </w:p>
    <w:p w:rsidR="00152217" w:rsidRPr="009E6E7B" w:rsidRDefault="00152217" w:rsidP="00CD50FF">
      <w:pPr>
        <w:pStyle w:val="ListParagraph"/>
        <w:ind w:left="0" w:firstLine="709"/>
        <w:rPr>
          <w:rFonts w:ascii="Times New Roman" w:hAnsi="Times New Roman"/>
          <w:sz w:val="24"/>
          <w:szCs w:val="24"/>
        </w:rPr>
      </w:pPr>
    </w:p>
    <w:p w:rsidR="00152217" w:rsidRPr="009E6E7B" w:rsidRDefault="00152217" w:rsidP="00CD50FF">
      <w:pPr>
        <w:pStyle w:val="ListParagraph"/>
        <w:ind w:left="0" w:firstLine="709"/>
        <w:rPr>
          <w:rFonts w:ascii="Times New Roman" w:hAnsi="Times New Roman"/>
          <w:sz w:val="24"/>
          <w:szCs w:val="24"/>
        </w:rPr>
      </w:pPr>
    </w:p>
    <w:p w:rsidR="00152217" w:rsidRPr="009E6E7B" w:rsidRDefault="00152217" w:rsidP="00CD50FF">
      <w:pPr>
        <w:pStyle w:val="ListParagraph"/>
        <w:ind w:left="0" w:firstLine="709"/>
        <w:rPr>
          <w:rFonts w:ascii="Times New Roman" w:hAnsi="Times New Roman"/>
          <w:sz w:val="24"/>
          <w:szCs w:val="24"/>
        </w:rPr>
      </w:pPr>
    </w:p>
    <w:p w:rsidR="00152217" w:rsidRPr="009E6E7B" w:rsidRDefault="00152217" w:rsidP="00CD50FF">
      <w:pPr>
        <w:pStyle w:val="ListParagraph"/>
        <w:ind w:left="0" w:firstLine="709"/>
        <w:rPr>
          <w:rFonts w:ascii="Times New Roman" w:hAnsi="Times New Roman"/>
          <w:sz w:val="24"/>
          <w:szCs w:val="24"/>
        </w:rPr>
      </w:pPr>
    </w:p>
    <w:p w:rsidR="00152217" w:rsidRPr="009E6E7B" w:rsidRDefault="00152217" w:rsidP="00CD50FF">
      <w:pPr>
        <w:pStyle w:val="ListParagraph"/>
        <w:ind w:left="0" w:firstLine="709"/>
        <w:rPr>
          <w:rFonts w:ascii="Times New Roman" w:hAnsi="Times New Roman"/>
          <w:sz w:val="24"/>
          <w:szCs w:val="24"/>
        </w:rPr>
      </w:pPr>
    </w:p>
    <w:p w:rsidR="00152217" w:rsidRPr="009E6E7B" w:rsidRDefault="00152217" w:rsidP="00CD50FF">
      <w:pPr>
        <w:pStyle w:val="ListParagraph"/>
        <w:ind w:left="0" w:firstLine="709"/>
        <w:rPr>
          <w:rFonts w:ascii="Times New Roman" w:hAnsi="Times New Roman"/>
          <w:sz w:val="24"/>
          <w:szCs w:val="24"/>
        </w:rPr>
      </w:pPr>
    </w:p>
    <w:p w:rsidR="00152217" w:rsidRPr="009E6E7B" w:rsidRDefault="00152217" w:rsidP="00CD50FF">
      <w:pPr>
        <w:pStyle w:val="ListParagraph"/>
        <w:ind w:left="0" w:firstLine="709"/>
        <w:rPr>
          <w:rFonts w:ascii="Times New Roman" w:hAnsi="Times New Roman"/>
          <w:sz w:val="24"/>
          <w:szCs w:val="24"/>
        </w:rPr>
      </w:pPr>
    </w:p>
    <w:p w:rsidR="00152217" w:rsidRPr="009E6E7B" w:rsidRDefault="00152217" w:rsidP="00CD50FF">
      <w:pPr>
        <w:pStyle w:val="ListParagraph"/>
        <w:ind w:left="0" w:firstLine="709"/>
        <w:rPr>
          <w:rFonts w:ascii="Times New Roman" w:hAnsi="Times New Roman"/>
          <w:sz w:val="24"/>
          <w:szCs w:val="24"/>
        </w:rPr>
      </w:pPr>
    </w:p>
    <w:p w:rsidR="00152217" w:rsidRPr="009E6E7B" w:rsidRDefault="00152217" w:rsidP="00CD50FF">
      <w:pPr>
        <w:pStyle w:val="ListParagraph"/>
        <w:ind w:left="0" w:firstLine="709"/>
        <w:rPr>
          <w:rFonts w:ascii="Times New Roman" w:hAnsi="Times New Roman"/>
          <w:sz w:val="24"/>
          <w:szCs w:val="24"/>
        </w:rPr>
      </w:pPr>
    </w:p>
    <w:bookmarkEnd w:id="0"/>
    <w:p w:rsidR="00152217" w:rsidRPr="009E6E7B" w:rsidRDefault="00152217" w:rsidP="00CD50FF">
      <w:pPr>
        <w:pStyle w:val="ListParagraph"/>
        <w:ind w:left="0" w:firstLine="709"/>
        <w:rPr>
          <w:rFonts w:ascii="Times New Roman" w:hAnsi="Times New Roman"/>
          <w:sz w:val="24"/>
          <w:szCs w:val="24"/>
        </w:rPr>
      </w:pPr>
    </w:p>
    <w:sectPr w:rsidR="00152217" w:rsidRPr="009E6E7B" w:rsidSect="007B5984">
      <w:pgSz w:w="11906" w:h="16838"/>
      <w:pgMar w:top="1134" w:right="850" w:bottom="1134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31378"/>
    <w:multiLevelType w:val="multilevel"/>
    <w:tmpl w:val="1416F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D425FF"/>
    <w:multiLevelType w:val="multilevel"/>
    <w:tmpl w:val="16484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1A2CDE"/>
    <w:multiLevelType w:val="multilevel"/>
    <w:tmpl w:val="DF264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1B856E9"/>
    <w:multiLevelType w:val="multilevel"/>
    <w:tmpl w:val="E174C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4917809"/>
    <w:multiLevelType w:val="multilevel"/>
    <w:tmpl w:val="A4DE5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847753D"/>
    <w:multiLevelType w:val="multilevel"/>
    <w:tmpl w:val="D9C63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E733BAA"/>
    <w:multiLevelType w:val="multilevel"/>
    <w:tmpl w:val="6C1E2D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F1F3E2F"/>
    <w:multiLevelType w:val="multilevel"/>
    <w:tmpl w:val="877E4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BAE5A07"/>
    <w:multiLevelType w:val="multilevel"/>
    <w:tmpl w:val="13DA0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C473DD3"/>
    <w:multiLevelType w:val="multilevel"/>
    <w:tmpl w:val="265624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8B46B18"/>
    <w:multiLevelType w:val="multilevel"/>
    <w:tmpl w:val="B1BE6C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FE541B2"/>
    <w:multiLevelType w:val="hybridMultilevel"/>
    <w:tmpl w:val="F42A80B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1"/>
  </w:num>
  <w:num w:numId="3">
    <w:abstractNumId w:val="0"/>
  </w:num>
  <w:num w:numId="4">
    <w:abstractNumId w:val="10"/>
  </w:num>
  <w:num w:numId="5">
    <w:abstractNumId w:val="9"/>
  </w:num>
  <w:num w:numId="6">
    <w:abstractNumId w:val="4"/>
  </w:num>
  <w:num w:numId="7">
    <w:abstractNumId w:val="2"/>
  </w:num>
  <w:num w:numId="8">
    <w:abstractNumId w:val="7"/>
  </w:num>
  <w:num w:numId="9">
    <w:abstractNumId w:val="8"/>
  </w:num>
  <w:num w:numId="10">
    <w:abstractNumId w:val="6"/>
  </w:num>
  <w:num w:numId="11">
    <w:abstractNumId w:val="5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4C3D"/>
    <w:rsid w:val="00015046"/>
    <w:rsid w:val="00045F92"/>
    <w:rsid w:val="000C7C34"/>
    <w:rsid w:val="00152217"/>
    <w:rsid w:val="001C6D03"/>
    <w:rsid w:val="002626A7"/>
    <w:rsid w:val="003C2510"/>
    <w:rsid w:val="00445863"/>
    <w:rsid w:val="00500126"/>
    <w:rsid w:val="00517E84"/>
    <w:rsid w:val="006E73A8"/>
    <w:rsid w:val="007B5984"/>
    <w:rsid w:val="007D71F0"/>
    <w:rsid w:val="007F471B"/>
    <w:rsid w:val="0082227D"/>
    <w:rsid w:val="00844C3D"/>
    <w:rsid w:val="00883B3D"/>
    <w:rsid w:val="009915A6"/>
    <w:rsid w:val="009A1AC6"/>
    <w:rsid w:val="009E6E7B"/>
    <w:rsid w:val="00A163FD"/>
    <w:rsid w:val="00B06555"/>
    <w:rsid w:val="00BC0203"/>
    <w:rsid w:val="00BC584E"/>
    <w:rsid w:val="00C0104D"/>
    <w:rsid w:val="00CD50FF"/>
    <w:rsid w:val="00D62E4C"/>
    <w:rsid w:val="00D70AAE"/>
    <w:rsid w:val="00D915B0"/>
    <w:rsid w:val="00DD4676"/>
    <w:rsid w:val="00EC38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26A7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C6D03"/>
    <w:pPr>
      <w:ind w:left="720"/>
      <w:contextualSpacing/>
    </w:pPr>
  </w:style>
  <w:style w:type="table" w:styleId="TableGrid">
    <w:name w:val="Table Grid"/>
    <w:basedOn w:val="TableNormal"/>
    <w:uiPriority w:val="99"/>
    <w:rsid w:val="001C6D0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B065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065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247</TotalTime>
  <Pages>6</Pages>
  <Words>1337</Words>
  <Characters>7624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ibatluzkaya</cp:lastModifiedBy>
  <cp:revision>10</cp:revision>
  <cp:lastPrinted>2017-02-20T07:48:00Z</cp:lastPrinted>
  <dcterms:created xsi:type="dcterms:W3CDTF">2017-02-17T06:08:00Z</dcterms:created>
  <dcterms:modified xsi:type="dcterms:W3CDTF">2020-10-13T09:32:00Z</dcterms:modified>
</cp:coreProperties>
</file>